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2CF23" w14:textId="252DB239" w:rsidR="009B7BE5" w:rsidRPr="003F0771" w:rsidRDefault="0080616E" w:rsidP="009B7BE5">
      <w:pPr>
        <w:jc w:val="right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Załącznik nr 1 do S</w:t>
      </w:r>
      <w:r w:rsidR="009B7BE5" w:rsidRPr="003F0771">
        <w:rPr>
          <w:rFonts w:asciiTheme="majorHAnsi" w:hAnsiTheme="majorHAnsi"/>
          <w:b/>
          <w:i/>
        </w:rPr>
        <w:t>WZ</w:t>
      </w:r>
    </w:p>
    <w:p w14:paraId="6EC13FF0" w14:textId="77777777" w:rsidR="009B7BE5" w:rsidRPr="003F0771" w:rsidRDefault="009B7BE5" w:rsidP="009B7BE5">
      <w:pPr>
        <w:jc w:val="right"/>
        <w:rPr>
          <w:rFonts w:asciiTheme="majorHAnsi" w:hAnsiTheme="majorHAnsi"/>
          <w:b/>
          <w:i/>
        </w:rPr>
      </w:pPr>
      <w:r w:rsidRPr="003F0771">
        <w:rPr>
          <w:rFonts w:asciiTheme="majorHAnsi" w:hAnsiTheme="majorHAnsi"/>
          <w:b/>
          <w:i/>
        </w:rPr>
        <w:t>(formularz ofertowy)</w:t>
      </w:r>
    </w:p>
    <w:p w14:paraId="06BECC4F" w14:textId="05E6C717" w:rsidR="009B7BE5" w:rsidRPr="003F0771" w:rsidRDefault="009B7BE5" w:rsidP="009B7BE5">
      <w:pPr>
        <w:tabs>
          <w:tab w:val="left" w:pos="6000"/>
        </w:tabs>
        <w:spacing w:before="120" w:after="120"/>
        <w:jc w:val="right"/>
        <w:rPr>
          <w:rFonts w:asciiTheme="majorHAnsi" w:hAnsiTheme="majorHAnsi"/>
        </w:rPr>
      </w:pPr>
      <w:r w:rsidRPr="003F0771">
        <w:rPr>
          <w:rFonts w:asciiTheme="majorHAnsi" w:hAnsiTheme="majorHAnsi"/>
        </w:rPr>
        <w:t>........................................................</w:t>
      </w:r>
    </w:p>
    <w:p w14:paraId="60B09863" w14:textId="77777777" w:rsidR="009B7BE5" w:rsidRPr="003F0771" w:rsidRDefault="009B7BE5" w:rsidP="009B7BE5">
      <w:pPr>
        <w:tabs>
          <w:tab w:val="left" w:pos="6000"/>
        </w:tabs>
        <w:jc w:val="right"/>
        <w:rPr>
          <w:rFonts w:asciiTheme="majorHAnsi" w:hAnsiTheme="majorHAnsi"/>
        </w:rPr>
      </w:pPr>
      <w:r w:rsidRPr="003F0771">
        <w:rPr>
          <w:rFonts w:asciiTheme="majorHAnsi" w:hAnsiTheme="majorHAnsi"/>
        </w:rPr>
        <w:t>(miejscowość i data)</w:t>
      </w:r>
    </w:p>
    <w:p w14:paraId="30CE0A96" w14:textId="542E776C" w:rsidR="00EF44AD" w:rsidRDefault="00EF44AD" w:rsidP="009B7BE5">
      <w:pPr>
        <w:rPr>
          <w:rFonts w:asciiTheme="majorHAnsi" w:hAnsiTheme="majorHAnsi"/>
        </w:rPr>
      </w:pPr>
      <w:r>
        <w:rPr>
          <w:rFonts w:asciiTheme="majorHAnsi" w:hAnsiTheme="majorHAnsi"/>
          <w:b/>
          <w:bCs/>
          <w:color w:val="FF0000"/>
          <w:u w:val="single"/>
        </w:rPr>
        <w:t>Dotyczy części/ zdania</w:t>
      </w:r>
      <w:r w:rsidRPr="00DB0184">
        <w:rPr>
          <w:rFonts w:asciiTheme="majorHAnsi" w:hAnsiTheme="majorHAnsi"/>
          <w:b/>
          <w:bCs/>
          <w:color w:val="FF0000"/>
          <w:u w:val="single"/>
        </w:rPr>
        <w:t xml:space="preserve"> nr ……………</w:t>
      </w:r>
      <w:r>
        <w:rPr>
          <w:rFonts w:asciiTheme="majorHAnsi" w:hAnsiTheme="majorHAnsi"/>
          <w:b/>
          <w:bCs/>
          <w:color w:val="FF0000"/>
          <w:u w:val="single"/>
        </w:rPr>
        <w:t>*</w:t>
      </w:r>
    </w:p>
    <w:p w14:paraId="17D74BDA" w14:textId="77777777" w:rsidR="00EF44AD" w:rsidRDefault="00EF44AD" w:rsidP="009B7BE5">
      <w:pPr>
        <w:rPr>
          <w:rFonts w:asciiTheme="majorHAnsi" w:hAnsiTheme="majorHAnsi"/>
        </w:rPr>
      </w:pPr>
    </w:p>
    <w:p w14:paraId="71D2F5D0" w14:textId="6B78E432" w:rsidR="00E33C8D" w:rsidRDefault="00C91AC5" w:rsidP="009B7BE5">
      <w:pPr>
        <w:rPr>
          <w:rFonts w:asciiTheme="majorHAnsi" w:hAnsiTheme="majorHAnsi"/>
        </w:rPr>
      </w:pPr>
      <w:r>
        <w:rPr>
          <w:rFonts w:asciiTheme="majorHAnsi" w:hAnsiTheme="majorHAnsi"/>
        </w:rPr>
        <w:t>Dane Wykonawcy</w:t>
      </w:r>
    </w:p>
    <w:p w14:paraId="452D2353" w14:textId="062EBD12" w:rsidR="009B7BE5" w:rsidRPr="003F0771" w:rsidRDefault="009B7BE5" w:rsidP="009B7BE5">
      <w:pPr>
        <w:rPr>
          <w:rFonts w:asciiTheme="majorHAnsi" w:hAnsiTheme="majorHAnsi"/>
        </w:rPr>
      </w:pPr>
      <w:r w:rsidRPr="003F0771">
        <w:rPr>
          <w:rFonts w:asciiTheme="majorHAnsi" w:hAnsiTheme="majorHAnsi"/>
        </w:rPr>
        <w:t>………………………………</w:t>
      </w:r>
      <w:r w:rsidR="00C91AC5">
        <w:rPr>
          <w:rFonts w:asciiTheme="majorHAnsi" w:hAnsiTheme="majorHAnsi"/>
        </w:rPr>
        <w:t>…………………………………………………………………………………………………..</w:t>
      </w:r>
    </w:p>
    <w:p w14:paraId="6FB0FD3E" w14:textId="11A5A4BF" w:rsidR="009B7BE5" w:rsidRDefault="00C91AC5" w:rsidP="009B7BE5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adres:</w:t>
      </w:r>
      <w:r w:rsidR="009B7BE5" w:rsidRPr="003F0771">
        <w:rPr>
          <w:rFonts w:asciiTheme="majorHAnsi" w:hAnsiTheme="majorHAnsi"/>
        </w:rPr>
        <w:t>………………………………...</w:t>
      </w:r>
      <w:r>
        <w:rPr>
          <w:rFonts w:asciiTheme="majorHAnsi" w:hAnsiTheme="majorHAnsi"/>
        </w:rPr>
        <w:t>............................................................................................................................</w:t>
      </w:r>
    </w:p>
    <w:p w14:paraId="4081A8E1" w14:textId="78906968" w:rsidR="00C91AC5" w:rsidRDefault="00C91AC5" w:rsidP="00C91AC5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miasto/kraj:</w:t>
      </w:r>
      <w:r w:rsidRPr="00C91AC5">
        <w:rPr>
          <w:rFonts w:asciiTheme="majorHAnsi" w:hAnsiTheme="majorHAnsi"/>
        </w:rPr>
        <w:t>………………………………</w:t>
      </w:r>
      <w:r>
        <w:rPr>
          <w:rFonts w:asciiTheme="majorHAnsi" w:hAnsiTheme="majorHAnsi"/>
        </w:rPr>
        <w:t>……………………………………………………………………………….</w:t>
      </w:r>
    </w:p>
    <w:p w14:paraId="5728A015" w14:textId="474F50A0" w:rsidR="00BE5FFC" w:rsidRPr="00C91AC5" w:rsidRDefault="00BE5FFC" w:rsidP="00C91AC5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województwo:……………………………………………………………………………………………………………..</w:t>
      </w:r>
      <w:bookmarkStart w:id="0" w:name="_GoBack"/>
      <w:bookmarkEnd w:id="0"/>
    </w:p>
    <w:p w14:paraId="062E5F90" w14:textId="5BA59F24" w:rsidR="00C91AC5" w:rsidRPr="003F0771" w:rsidRDefault="00C91AC5" w:rsidP="009B7BE5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nr telefonu/nr faksu:</w:t>
      </w:r>
      <w:r w:rsidRPr="00C91AC5">
        <w:rPr>
          <w:rFonts w:asciiTheme="majorHAnsi" w:hAnsiTheme="majorHAnsi"/>
        </w:rPr>
        <w:t>………………………………...</w:t>
      </w:r>
      <w:r>
        <w:rPr>
          <w:rFonts w:asciiTheme="majorHAnsi" w:hAnsiTheme="majorHAnsi"/>
        </w:rPr>
        <w:t>.............................................................................................</w:t>
      </w:r>
    </w:p>
    <w:p w14:paraId="61DB067F" w14:textId="5ED50525" w:rsidR="00E33C8D" w:rsidRDefault="00C91AC5" w:rsidP="009B7BE5">
      <w:pPr>
        <w:pStyle w:val="Tytu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adres e-mail: (proszę wypełnić drukowanymi literami w przypadku ręcznego wypełniania): ………………………………………………………………………………………………………………</w:t>
      </w:r>
    </w:p>
    <w:p w14:paraId="2D333D07" w14:textId="084892BC" w:rsidR="00BD458C" w:rsidRDefault="00BD458C" w:rsidP="009B7BE5">
      <w:pPr>
        <w:pStyle w:val="Tytu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NIP:…………………………………….</w:t>
      </w:r>
    </w:p>
    <w:p w14:paraId="6331F011" w14:textId="7BC52365" w:rsidR="00BD458C" w:rsidRPr="003F0771" w:rsidRDefault="00BD458C" w:rsidP="009B7BE5">
      <w:pPr>
        <w:pStyle w:val="Tytu"/>
        <w:jc w:val="left"/>
        <w:rPr>
          <w:rFonts w:asciiTheme="majorHAnsi" w:hAnsiTheme="majorHAnsi" w:cs="Arial"/>
        </w:rPr>
      </w:pPr>
      <w:r>
        <w:rPr>
          <w:rFonts w:asciiTheme="majorHAnsi" w:hAnsiTheme="majorHAnsi"/>
        </w:rPr>
        <w:t>REGON:……………………………………..</w:t>
      </w:r>
    </w:p>
    <w:p w14:paraId="2A951F7D" w14:textId="7E35F8A6" w:rsidR="009B7BE5" w:rsidRPr="003F0771" w:rsidRDefault="009B7BE5" w:rsidP="009B7BE5">
      <w:pPr>
        <w:autoSpaceDE w:val="0"/>
        <w:autoSpaceDN w:val="0"/>
        <w:adjustRightInd w:val="0"/>
        <w:rPr>
          <w:rFonts w:asciiTheme="majorHAnsi" w:hAnsiTheme="majorHAnsi"/>
        </w:rPr>
      </w:pPr>
      <w:r w:rsidRPr="003F0771">
        <w:rPr>
          <w:rFonts w:asciiTheme="majorHAnsi" w:hAnsiTheme="majorHAnsi"/>
        </w:rPr>
        <w:t>Składaj</w:t>
      </w:r>
      <w:r w:rsidRPr="003F0771">
        <w:rPr>
          <w:rFonts w:asciiTheme="majorHAnsi" w:eastAsia="TimesNewRoman" w:hAnsiTheme="majorHAnsi" w:cs="TimesNewRoman"/>
        </w:rPr>
        <w:t>ą</w:t>
      </w:r>
      <w:r w:rsidRPr="003F0771">
        <w:rPr>
          <w:rFonts w:asciiTheme="majorHAnsi" w:hAnsiTheme="majorHAnsi"/>
        </w:rPr>
        <w:t>c ofert</w:t>
      </w:r>
      <w:r w:rsidRPr="003F0771">
        <w:rPr>
          <w:rFonts w:asciiTheme="majorHAnsi" w:eastAsia="TimesNewRoman" w:hAnsiTheme="majorHAnsi" w:cs="TimesNewRoman"/>
        </w:rPr>
        <w:t xml:space="preserve">ę </w:t>
      </w:r>
      <w:r w:rsidRPr="003F0771">
        <w:rPr>
          <w:rFonts w:asciiTheme="majorHAnsi" w:hAnsiTheme="majorHAnsi"/>
        </w:rPr>
        <w:t>w post</w:t>
      </w:r>
      <w:r w:rsidRPr="003F0771">
        <w:rPr>
          <w:rFonts w:asciiTheme="majorHAnsi" w:eastAsia="TimesNewRoman" w:hAnsiTheme="majorHAnsi" w:cs="TimesNewRoman"/>
        </w:rPr>
        <w:t>ę</w:t>
      </w:r>
      <w:r w:rsidRPr="003F0771">
        <w:rPr>
          <w:rFonts w:asciiTheme="majorHAnsi" w:hAnsiTheme="majorHAnsi"/>
        </w:rPr>
        <w:t xml:space="preserve">powaniu prowadzonym w trybie </w:t>
      </w:r>
      <w:r w:rsidR="00D33359">
        <w:rPr>
          <w:rFonts w:asciiTheme="majorHAnsi" w:hAnsiTheme="majorHAnsi"/>
        </w:rPr>
        <w:t xml:space="preserve">podstawowym art. 275 ust. 1 Pzp. </w:t>
      </w:r>
      <w:r w:rsidRPr="003F0771">
        <w:rPr>
          <w:rFonts w:asciiTheme="majorHAnsi" w:hAnsiTheme="majorHAnsi"/>
          <w:bCs/>
        </w:rPr>
        <w:t xml:space="preserve">Nr </w:t>
      </w:r>
      <w:r w:rsidR="00000A71" w:rsidRPr="003F0771">
        <w:rPr>
          <w:rFonts w:asciiTheme="majorHAnsi" w:hAnsiTheme="majorHAnsi"/>
          <w:bCs/>
        </w:rPr>
        <w:t>postępowania</w:t>
      </w:r>
      <w:r w:rsidR="00000A71" w:rsidRPr="003F0771">
        <w:rPr>
          <w:rFonts w:asciiTheme="majorHAnsi" w:hAnsiTheme="majorHAnsi"/>
          <w:b/>
          <w:bCs/>
        </w:rPr>
        <w:t xml:space="preserve">: </w:t>
      </w:r>
      <w:r w:rsidR="004B185E">
        <w:rPr>
          <w:rFonts w:ascii="Cambria" w:hAnsi="Cambria"/>
        </w:rPr>
        <w:t xml:space="preserve">DA.262-07/2021 </w:t>
      </w:r>
      <w:r w:rsidRPr="003F0771">
        <w:rPr>
          <w:rFonts w:asciiTheme="majorHAnsi" w:hAnsiTheme="majorHAnsi"/>
        </w:rPr>
        <w:t xml:space="preserve">na: </w:t>
      </w:r>
    </w:p>
    <w:p w14:paraId="35E5C0B9" w14:textId="77777777" w:rsidR="00E33C8D" w:rsidRPr="003F0771" w:rsidRDefault="00E33C8D" w:rsidP="00E33C8D">
      <w:pPr>
        <w:jc w:val="center"/>
        <w:rPr>
          <w:rFonts w:asciiTheme="majorHAnsi" w:hAnsiTheme="majorHAnsi" w:cs="Arial"/>
          <w:b/>
          <w:i/>
          <w:iCs/>
        </w:rPr>
      </w:pPr>
    </w:p>
    <w:p w14:paraId="12A17E78" w14:textId="77777777" w:rsidR="004B185E" w:rsidRPr="009D5D8A" w:rsidRDefault="004B185E" w:rsidP="004B185E">
      <w:pPr>
        <w:jc w:val="center"/>
        <w:rPr>
          <w:rFonts w:asciiTheme="majorHAnsi" w:hAnsiTheme="majorHAnsi" w:cs="Arial"/>
          <w:i/>
          <w:iCs/>
          <w:u w:val="single"/>
        </w:rPr>
      </w:pPr>
      <w:r w:rsidRPr="003B5503">
        <w:rPr>
          <w:rFonts w:asciiTheme="majorHAnsi" w:hAnsiTheme="majorHAnsi" w:cs="Arial"/>
          <w:b/>
          <w:i/>
          <w:iCs/>
        </w:rPr>
        <w:t xml:space="preserve">Dostawa i montaż sprzętu komputerowego, sieciowego, serwera, przełącznika sieciowego oraz oprogramowania </w:t>
      </w:r>
      <w:r>
        <w:rPr>
          <w:rFonts w:asciiTheme="majorHAnsi" w:hAnsiTheme="majorHAnsi" w:cs="Arial"/>
          <w:b/>
          <w:i/>
          <w:iCs/>
        </w:rPr>
        <w:t>na potrzeby</w:t>
      </w:r>
      <w:r w:rsidRPr="009D5D8A">
        <w:rPr>
          <w:rFonts w:asciiTheme="majorHAnsi" w:hAnsiTheme="majorHAnsi" w:cs="Arial"/>
          <w:b/>
          <w:i/>
          <w:iCs/>
        </w:rPr>
        <w:t xml:space="preserve"> </w:t>
      </w:r>
      <w:r w:rsidRPr="009D5D8A">
        <w:rPr>
          <w:rFonts w:asciiTheme="majorHAnsi" w:hAnsiTheme="majorHAnsi" w:cs="Arial"/>
          <w:b/>
          <w:i/>
        </w:rPr>
        <w:t>Państwowej Wyższej Szkoły Zawodowej im. Witelona w Legnicy</w:t>
      </w:r>
    </w:p>
    <w:p w14:paraId="5BC5FDDD" w14:textId="77777777" w:rsidR="00EF44AD" w:rsidRDefault="00EF44AD" w:rsidP="0080616E">
      <w:pPr>
        <w:jc w:val="center"/>
        <w:rPr>
          <w:rFonts w:asciiTheme="majorHAnsi" w:hAnsiTheme="majorHAnsi" w:cs="Arial"/>
          <w:i/>
          <w:sz w:val="20"/>
          <w:szCs w:val="20"/>
        </w:rPr>
      </w:pPr>
    </w:p>
    <w:p w14:paraId="2D54B575" w14:textId="2512C2C0" w:rsidR="00E33C8D" w:rsidRPr="008B6D0F" w:rsidRDefault="0080616E" w:rsidP="0080616E">
      <w:pPr>
        <w:jc w:val="center"/>
        <w:rPr>
          <w:rFonts w:asciiTheme="majorHAnsi" w:hAnsiTheme="majorHAnsi" w:cs="Arial"/>
          <w:b/>
          <w:i/>
          <w:iCs/>
          <w:color w:val="FF0000"/>
        </w:rPr>
      </w:pPr>
      <w:r>
        <w:rPr>
          <w:rFonts w:asciiTheme="majorHAnsi" w:hAnsiTheme="majorHAnsi" w:cs="Arial"/>
          <w:i/>
          <w:sz w:val="20"/>
          <w:szCs w:val="20"/>
        </w:rPr>
        <w:t>__________________________________________________________________________________________________________________________</w:t>
      </w:r>
      <w:r w:rsidRPr="003612BC">
        <w:rPr>
          <w:rFonts w:ascii="Arial" w:hAnsi="Arial" w:cs="Arial"/>
          <w:i/>
          <w:sz w:val="20"/>
          <w:szCs w:val="20"/>
        </w:rPr>
        <w:t xml:space="preserve">    </w:t>
      </w:r>
    </w:p>
    <w:p w14:paraId="25C2152F" w14:textId="77777777" w:rsidR="009B7BE5" w:rsidRPr="003F0771" w:rsidRDefault="009B7BE5" w:rsidP="009B7BE5">
      <w:pPr>
        <w:pStyle w:val="Zwykytekst1"/>
        <w:tabs>
          <w:tab w:val="left" w:leader="dot" w:pos="9072"/>
        </w:tabs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 xml:space="preserve">my niżej podpisani: </w:t>
      </w:r>
      <w:r w:rsidRPr="003F0771">
        <w:rPr>
          <w:rFonts w:asciiTheme="majorHAnsi" w:hAnsiTheme="majorHAnsi" w:cs="Times New Roman"/>
          <w:sz w:val="24"/>
          <w:szCs w:val="24"/>
        </w:rPr>
        <w:tab/>
      </w:r>
    </w:p>
    <w:p w14:paraId="21B37116" w14:textId="77777777" w:rsidR="009B7BE5" w:rsidRPr="003F0771" w:rsidRDefault="009B7BE5" w:rsidP="009B7BE5">
      <w:pPr>
        <w:pStyle w:val="Tekstpodstawowy"/>
        <w:tabs>
          <w:tab w:val="left" w:leader="dot" w:pos="9072"/>
        </w:tabs>
        <w:spacing w:before="120"/>
        <w:rPr>
          <w:rFonts w:asciiTheme="majorHAnsi" w:hAnsiTheme="majorHAnsi"/>
          <w:i w:val="0"/>
          <w:sz w:val="24"/>
          <w:u w:val="none"/>
        </w:rPr>
      </w:pPr>
      <w:r w:rsidRPr="003F0771">
        <w:rPr>
          <w:rFonts w:asciiTheme="majorHAnsi" w:hAnsiTheme="majorHAnsi"/>
          <w:i w:val="0"/>
          <w:sz w:val="24"/>
          <w:u w:val="none"/>
        </w:rPr>
        <w:tab/>
      </w:r>
    </w:p>
    <w:p w14:paraId="7C0617A1" w14:textId="77777777" w:rsidR="009B7BE5" w:rsidRPr="003F0771" w:rsidRDefault="009B7BE5" w:rsidP="009B7BE5">
      <w:pPr>
        <w:pStyle w:val="Zwykytekst1"/>
        <w:tabs>
          <w:tab w:val="left" w:leader="dot" w:pos="9072"/>
        </w:tabs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 xml:space="preserve">działając w imieniu i na rzecz: </w:t>
      </w:r>
      <w:r w:rsidRPr="003F0771">
        <w:rPr>
          <w:rFonts w:asciiTheme="majorHAnsi" w:hAnsiTheme="majorHAnsi" w:cs="Times New Roman"/>
          <w:sz w:val="24"/>
          <w:szCs w:val="24"/>
        </w:rPr>
        <w:tab/>
      </w:r>
    </w:p>
    <w:p w14:paraId="10C57600" w14:textId="77777777" w:rsidR="009B7BE5" w:rsidRPr="003F0771" w:rsidRDefault="009B7BE5" w:rsidP="009B7BE5">
      <w:pPr>
        <w:pStyle w:val="Tekstpodstawowy"/>
        <w:tabs>
          <w:tab w:val="left" w:leader="dot" w:pos="9072"/>
        </w:tabs>
        <w:spacing w:before="120"/>
        <w:rPr>
          <w:rFonts w:asciiTheme="majorHAnsi" w:hAnsiTheme="majorHAnsi"/>
          <w:i w:val="0"/>
          <w:sz w:val="24"/>
          <w:u w:val="none"/>
        </w:rPr>
      </w:pPr>
      <w:r w:rsidRPr="003F0771">
        <w:rPr>
          <w:rFonts w:asciiTheme="majorHAnsi" w:hAnsiTheme="majorHAnsi"/>
          <w:i w:val="0"/>
          <w:sz w:val="24"/>
          <w:u w:val="none"/>
        </w:rPr>
        <w:t xml:space="preserve"> </w:t>
      </w:r>
      <w:r w:rsidRPr="003F0771">
        <w:rPr>
          <w:rFonts w:asciiTheme="majorHAnsi" w:hAnsiTheme="majorHAnsi"/>
          <w:i w:val="0"/>
          <w:sz w:val="24"/>
          <w:u w:val="none"/>
        </w:rPr>
        <w:tab/>
      </w:r>
    </w:p>
    <w:p w14:paraId="252C888B" w14:textId="4773BB83" w:rsidR="009B7BE5" w:rsidRPr="003F0771" w:rsidRDefault="009B7BE5" w:rsidP="009B7BE5">
      <w:pPr>
        <w:pStyle w:val="Zwykytekst1"/>
        <w:numPr>
          <w:ilvl w:val="0"/>
          <w:numId w:val="4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>SKŁADAMY OFERTĘ</w:t>
      </w:r>
      <w:r w:rsidRPr="003F0771">
        <w:rPr>
          <w:rFonts w:asciiTheme="majorHAnsi" w:hAnsiTheme="majorHAnsi" w:cs="Times New Roman"/>
          <w:sz w:val="24"/>
          <w:szCs w:val="24"/>
        </w:rPr>
        <w:t xml:space="preserve"> na wykonanie przedmiotu zamówienia zgodnie </w:t>
      </w:r>
      <w:r w:rsidRPr="003F0771">
        <w:rPr>
          <w:rFonts w:asciiTheme="majorHAnsi" w:hAnsiTheme="majorHAnsi" w:cs="Times New Roman"/>
          <w:sz w:val="24"/>
          <w:szCs w:val="24"/>
        </w:rPr>
        <w:br/>
        <w:t>ze Specyfikacją Warunków Zamówienia i oświadczamy, że wykonamy go</w:t>
      </w:r>
      <w:r w:rsidR="00C26EA8">
        <w:rPr>
          <w:rFonts w:asciiTheme="majorHAnsi" w:hAnsiTheme="majorHAnsi" w:cs="Times New Roman"/>
          <w:sz w:val="24"/>
          <w:szCs w:val="24"/>
        </w:rPr>
        <w:t> </w:t>
      </w:r>
      <w:r w:rsidRPr="003F0771">
        <w:rPr>
          <w:rFonts w:asciiTheme="majorHAnsi" w:hAnsiTheme="majorHAnsi" w:cs="Times New Roman"/>
          <w:sz w:val="24"/>
          <w:szCs w:val="24"/>
        </w:rPr>
        <w:t>na warunkach w niej określonych.</w:t>
      </w:r>
    </w:p>
    <w:p w14:paraId="387EF85D" w14:textId="77777777" w:rsidR="009B7BE5" w:rsidRPr="003F0771" w:rsidRDefault="009B7BE5" w:rsidP="009B7BE5">
      <w:pPr>
        <w:pStyle w:val="Zwykytekst1"/>
        <w:numPr>
          <w:ilvl w:val="0"/>
          <w:numId w:val="4"/>
        </w:numPr>
        <w:tabs>
          <w:tab w:val="num" w:pos="567"/>
          <w:tab w:val="left" w:pos="1418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>OŚWIADCZAMY</w:t>
      </w:r>
      <w:r w:rsidRPr="003F0771">
        <w:rPr>
          <w:rFonts w:asciiTheme="majorHAnsi" w:hAnsiTheme="majorHAnsi" w:cs="Times New Roman"/>
          <w:sz w:val="24"/>
          <w:szCs w:val="24"/>
        </w:rPr>
        <w:t xml:space="preserve">, że naszym pełnomocnikiem dla potrzeb zamówienia jest: </w:t>
      </w:r>
    </w:p>
    <w:p w14:paraId="7A0AE6A4" w14:textId="77777777" w:rsidR="009B7BE5" w:rsidRPr="003F0771" w:rsidRDefault="009B7BE5" w:rsidP="009B7BE5">
      <w:pPr>
        <w:pStyle w:val="Zwykytekst1"/>
        <w:tabs>
          <w:tab w:val="left" w:pos="1418"/>
        </w:tabs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_______________________________________________________________________________________________</w:t>
      </w:r>
      <w:r w:rsidRPr="003F0771">
        <w:rPr>
          <w:rFonts w:asciiTheme="majorHAnsi" w:hAnsiTheme="majorHAnsi" w:cs="Times New Roman"/>
          <w:sz w:val="24"/>
          <w:szCs w:val="24"/>
        </w:rPr>
        <w:br/>
      </w:r>
      <w:r w:rsidRPr="003F0771">
        <w:rPr>
          <w:rFonts w:asciiTheme="majorHAnsi" w:hAnsiTheme="majorHAnsi" w:cs="Times New Roman"/>
          <w:i/>
          <w:sz w:val="24"/>
          <w:szCs w:val="24"/>
        </w:rPr>
        <w:t>(wypełniają jedynie przedsiębiorcy składający wspólną ofertę)</w:t>
      </w:r>
    </w:p>
    <w:p w14:paraId="0F3F2023" w14:textId="519FC2A3" w:rsidR="009B7BE5" w:rsidRPr="00CE75A6" w:rsidRDefault="009B7BE5" w:rsidP="009B7BE5">
      <w:pPr>
        <w:pStyle w:val="Zwykytekst1"/>
        <w:numPr>
          <w:ilvl w:val="0"/>
          <w:numId w:val="4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OFERUJEMY </w:t>
      </w:r>
      <w:r w:rsidRPr="003F0771">
        <w:rPr>
          <w:rFonts w:asciiTheme="majorHAnsi" w:hAnsiTheme="majorHAnsi" w:cs="Times New Roman"/>
          <w:sz w:val="24"/>
          <w:szCs w:val="24"/>
        </w:rPr>
        <w:t xml:space="preserve">wykonanie przedmiotu zamówienia określonego w Specyfikacji Warunków Zamówienia. Na powyższą kwotę składają się wartości wynikające z opisu przedmiotu zamówienia i formularza cenowego który stanowi integralną część oferty. </w:t>
      </w:r>
    </w:p>
    <w:p w14:paraId="78FAB630" w14:textId="28F02A0E" w:rsidR="004D5AF6" w:rsidRPr="00CE75A6" w:rsidRDefault="004D5AF6" w:rsidP="00CE75A6">
      <w:pPr>
        <w:pStyle w:val="Zwykytekst1"/>
        <w:numPr>
          <w:ilvl w:val="0"/>
          <w:numId w:val="15"/>
        </w:numPr>
        <w:autoSpaceDE w:val="0"/>
        <w:spacing w:before="120" w:after="120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CE75A6">
        <w:rPr>
          <w:rFonts w:asciiTheme="majorHAnsi" w:hAnsiTheme="majorHAnsi" w:cs="Times New Roman"/>
          <w:b/>
          <w:sz w:val="24"/>
          <w:szCs w:val="24"/>
          <w:u w:val="single"/>
        </w:rPr>
        <w:t>Część 1</w:t>
      </w:r>
    </w:p>
    <w:p w14:paraId="7111E6AB" w14:textId="77777777" w:rsidR="0019008C" w:rsidRPr="003F0771" w:rsidRDefault="0019008C" w:rsidP="00EE44FC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 xml:space="preserve">Cena netto: …............................. zł (słownie: .................................................złotych), </w:t>
      </w:r>
    </w:p>
    <w:p w14:paraId="56CB2448" w14:textId="77777777" w:rsidR="0019008C" w:rsidRPr="003F0771" w:rsidRDefault="0019008C" w:rsidP="00EE44FC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podatek VAT (..... %) w kwocie .................... zł (słownie: .....................złotych),</w:t>
      </w:r>
    </w:p>
    <w:p w14:paraId="4A3BC93A" w14:textId="77777777" w:rsidR="0019008C" w:rsidRDefault="0019008C" w:rsidP="00EE44FC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Cena brutto:…............................ zł (słownie: .......................................... złotych</w:t>
      </w:r>
    </w:p>
    <w:p w14:paraId="3227BEE4" w14:textId="77777777" w:rsidR="005E036D" w:rsidRPr="003F0771" w:rsidRDefault="005E036D" w:rsidP="00D72B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3F0771">
        <w:rPr>
          <w:rFonts w:asciiTheme="majorHAnsi" w:hAnsiTheme="majorHAnsi"/>
          <w:b/>
          <w:sz w:val="24"/>
          <w:szCs w:val="24"/>
        </w:rPr>
        <w:lastRenderedPageBreak/>
        <w:t>DEKLARUJEMY udzielenie gwarancji</w:t>
      </w:r>
      <w:r w:rsidRPr="003F0771">
        <w:rPr>
          <w:rFonts w:asciiTheme="majorHAnsi" w:hAnsiTheme="majorHAnsi"/>
          <w:sz w:val="24"/>
          <w:szCs w:val="24"/>
        </w:rPr>
        <w:t xml:space="preserve"> na okres:</w:t>
      </w:r>
      <w:r>
        <w:rPr>
          <w:rFonts w:asciiTheme="majorHAnsi" w:hAnsiTheme="majorHAnsi"/>
          <w:sz w:val="24"/>
          <w:szCs w:val="24"/>
        </w:rPr>
        <w:t>…………………………. miesięcy</w:t>
      </w:r>
    </w:p>
    <w:p w14:paraId="39D2F803" w14:textId="195B29FC" w:rsidR="005E036D" w:rsidRDefault="005E036D" w:rsidP="005E036D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B21055">
        <w:rPr>
          <w:rFonts w:asciiTheme="majorHAnsi" w:hAnsiTheme="majorHAnsi"/>
          <w:spacing w:val="-2"/>
          <w:sz w:val="24"/>
          <w:szCs w:val="24"/>
        </w:rPr>
        <w:t>liczone od daty podpisania protokołu odbioru końcowego bez zastrzeżeń. (zgodnie z</w:t>
      </w:r>
      <w:r>
        <w:rPr>
          <w:rFonts w:asciiTheme="majorHAnsi" w:hAnsiTheme="majorHAnsi"/>
          <w:spacing w:val="-2"/>
          <w:sz w:val="24"/>
          <w:szCs w:val="24"/>
        </w:rPr>
        <w:t> </w:t>
      </w:r>
      <w:r w:rsidRPr="00B21055">
        <w:rPr>
          <w:rFonts w:asciiTheme="majorHAnsi" w:hAnsiTheme="majorHAnsi"/>
          <w:spacing w:val="-2"/>
          <w:sz w:val="24"/>
          <w:szCs w:val="24"/>
        </w:rPr>
        <w:t>kryterium oceny ofert „okres gwarancji”, o którym mowa w rozdziale XV</w:t>
      </w:r>
      <w:r w:rsidR="0080616E">
        <w:rPr>
          <w:rFonts w:asciiTheme="majorHAnsi" w:hAnsiTheme="majorHAnsi"/>
          <w:spacing w:val="-2"/>
          <w:sz w:val="24"/>
          <w:szCs w:val="24"/>
        </w:rPr>
        <w:t xml:space="preserve">III </w:t>
      </w:r>
      <w:r w:rsidRPr="00B21055">
        <w:rPr>
          <w:rFonts w:asciiTheme="majorHAnsi" w:hAnsiTheme="majorHAnsi"/>
          <w:spacing w:val="-2"/>
          <w:sz w:val="24"/>
          <w:szCs w:val="24"/>
        </w:rPr>
        <w:t xml:space="preserve"> </w:t>
      </w:r>
      <w:r w:rsidR="00F177A4">
        <w:rPr>
          <w:rFonts w:asciiTheme="majorHAnsi" w:hAnsiTheme="majorHAnsi"/>
          <w:spacing w:val="-2"/>
          <w:sz w:val="24"/>
          <w:szCs w:val="24"/>
        </w:rPr>
        <w:t>ust</w:t>
      </w:r>
      <w:r w:rsidR="0080616E">
        <w:rPr>
          <w:rFonts w:asciiTheme="majorHAnsi" w:hAnsiTheme="majorHAnsi"/>
          <w:spacing w:val="-2"/>
          <w:sz w:val="24"/>
          <w:szCs w:val="24"/>
        </w:rPr>
        <w:t xml:space="preserve"> 6 </w:t>
      </w:r>
      <w:r w:rsidR="00F177A4">
        <w:rPr>
          <w:rFonts w:asciiTheme="majorHAnsi" w:hAnsiTheme="majorHAnsi"/>
          <w:spacing w:val="-2"/>
          <w:sz w:val="24"/>
          <w:szCs w:val="24"/>
        </w:rPr>
        <w:t xml:space="preserve"> </w:t>
      </w:r>
      <w:r w:rsidR="0080616E">
        <w:rPr>
          <w:rFonts w:asciiTheme="majorHAnsi" w:hAnsiTheme="majorHAnsi"/>
          <w:spacing w:val="-2"/>
          <w:sz w:val="24"/>
          <w:szCs w:val="24"/>
        </w:rPr>
        <w:t>lit. b) S</w:t>
      </w:r>
      <w:r w:rsidRPr="00B21055">
        <w:rPr>
          <w:rFonts w:asciiTheme="majorHAnsi" w:hAnsiTheme="majorHAnsi"/>
          <w:spacing w:val="-2"/>
          <w:sz w:val="24"/>
          <w:szCs w:val="24"/>
        </w:rPr>
        <w:t>WZ</w:t>
      </w:r>
      <w:r w:rsidRPr="003F0771">
        <w:rPr>
          <w:rFonts w:asciiTheme="majorHAnsi" w:hAnsiTheme="majorHAnsi"/>
          <w:sz w:val="24"/>
          <w:szCs w:val="24"/>
        </w:rPr>
        <w:t>).</w:t>
      </w:r>
    </w:p>
    <w:p w14:paraId="33CB8BF2" w14:textId="208A1C93" w:rsidR="00EA1C69" w:rsidRDefault="00EA1C69" w:rsidP="005E036D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204CB6">
        <w:rPr>
          <w:rFonts w:asciiTheme="majorHAnsi" w:hAnsiTheme="majorHAnsi"/>
          <w:b/>
          <w:bCs/>
          <w:sz w:val="24"/>
          <w:szCs w:val="24"/>
        </w:rPr>
        <w:t>Termin dostawy przedmiotu zamówienia</w:t>
      </w:r>
      <w:r>
        <w:rPr>
          <w:rFonts w:asciiTheme="majorHAnsi" w:hAnsiTheme="majorHAnsi"/>
          <w:sz w:val="24"/>
          <w:szCs w:val="24"/>
        </w:rPr>
        <w:t xml:space="preserve"> </w:t>
      </w:r>
      <w:r w:rsidR="005659E4">
        <w:rPr>
          <w:rFonts w:asciiTheme="majorHAnsi" w:hAnsiTheme="majorHAnsi"/>
          <w:sz w:val="24"/>
          <w:szCs w:val="24"/>
        </w:rPr>
        <w:t xml:space="preserve">do </w:t>
      </w:r>
      <w:r>
        <w:rPr>
          <w:rFonts w:asciiTheme="majorHAnsi" w:hAnsiTheme="majorHAnsi"/>
          <w:sz w:val="24"/>
          <w:szCs w:val="24"/>
        </w:rPr>
        <w:t>………..</w:t>
      </w:r>
      <w:r w:rsidR="005659E4">
        <w:rPr>
          <w:rFonts w:asciiTheme="majorHAnsi" w:hAnsiTheme="majorHAnsi"/>
          <w:sz w:val="24"/>
          <w:szCs w:val="24"/>
        </w:rPr>
        <w:t xml:space="preserve"> dni (28/21/14)</w:t>
      </w:r>
    </w:p>
    <w:p w14:paraId="6D7703CC" w14:textId="7ADC2A86" w:rsidR="004D5AF6" w:rsidRPr="00CE75A6" w:rsidRDefault="00CE75A6" w:rsidP="00CE75A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ajorHAnsi" w:hAnsiTheme="majorHAnsi"/>
          <w:sz w:val="24"/>
          <w:szCs w:val="24"/>
          <w:u w:val="single"/>
        </w:rPr>
      </w:pPr>
      <w:r w:rsidRPr="00CE75A6">
        <w:rPr>
          <w:rFonts w:asciiTheme="majorHAnsi" w:hAnsiTheme="majorHAnsi"/>
          <w:b/>
          <w:bCs/>
          <w:sz w:val="24"/>
          <w:szCs w:val="24"/>
          <w:u w:val="single"/>
        </w:rPr>
        <w:t>Część</w:t>
      </w:r>
      <w:r w:rsidR="004D5AF6" w:rsidRPr="00CE75A6">
        <w:rPr>
          <w:rFonts w:asciiTheme="majorHAnsi" w:hAnsiTheme="majorHAnsi"/>
          <w:b/>
          <w:bCs/>
          <w:sz w:val="24"/>
          <w:szCs w:val="24"/>
          <w:u w:val="single"/>
        </w:rPr>
        <w:t xml:space="preserve"> 2</w:t>
      </w:r>
    </w:p>
    <w:p w14:paraId="2787A657" w14:textId="77777777" w:rsidR="004D5AF6" w:rsidRPr="003F0771" w:rsidRDefault="004D5AF6" w:rsidP="004D5AF6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 xml:space="preserve">Cena netto: …............................. zł (słownie: .................................................złotych), </w:t>
      </w:r>
    </w:p>
    <w:p w14:paraId="1A0520E3" w14:textId="77777777" w:rsidR="004D5AF6" w:rsidRPr="003F0771" w:rsidRDefault="004D5AF6" w:rsidP="004D5AF6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podatek VAT (..... %) w kwocie .................... zł (słownie: .....................złotych),</w:t>
      </w:r>
    </w:p>
    <w:p w14:paraId="51CB70AB" w14:textId="77777777" w:rsidR="004D5AF6" w:rsidRDefault="004D5AF6" w:rsidP="004D5AF6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Cena brutto:…............................ zł (słownie: .......................................... złotych</w:t>
      </w:r>
    </w:p>
    <w:p w14:paraId="04AE1F8D" w14:textId="77777777" w:rsidR="004D5AF6" w:rsidRPr="003F0771" w:rsidRDefault="004D5AF6" w:rsidP="004D5A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3F0771">
        <w:rPr>
          <w:rFonts w:asciiTheme="majorHAnsi" w:hAnsiTheme="majorHAnsi"/>
          <w:b/>
          <w:sz w:val="24"/>
          <w:szCs w:val="24"/>
        </w:rPr>
        <w:t>DEKLARUJEMY udzielenie gwarancji</w:t>
      </w:r>
      <w:r w:rsidRPr="003F0771">
        <w:rPr>
          <w:rFonts w:asciiTheme="majorHAnsi" w:hAnsiTheme="majorHAnsi"/>
          <w:sz w:val="24"/>
          <w:szCs w:val="24"/>
        </w:rPr>
        <w:t xml:space="preserve"> na okres:</w:t>
      </w:r>
      <w:r>
        <w:rPr>
          <w:rFonts w:asciiTheme="majorHAnsi" w:hAnsiTheme="majorHAnsi"/>
          <w:sz w:val="24"/>
          <w:szCs w:val="24"/>
        </w:rPr>
        <w:t>…………………………. miesięcy</w:t>
      </w:r>
    </w:p>
    <w:p w14:paraId="26FD0604" w14:textId="77777777" w:rsidR="004D5AF6" w:rsidRDefault="004D5AF6" w:rsidP="004D5A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B21055">
        <w:rPr>
          <w:rFonts w:asciiTheme="majorHAnsi" w:hAnsiTheme="majorHAnsi"/>
          <w:spacing w:val="-2"/>
          <w:sz w:val="24"/>
          <w:szCs w:val="24"/>
        </w:rPr>
        <w:t>liczone od daty podpisania protokołu odbioru końcowego bez zastrzeżeń. (zgodnie z</w:t>
      </w:r>
      <w:r>
        <w:rPr>
          <w:rFonts w:asciiTheme="majorHAnsi" w:hAnsiTheme="majorHAnsi"/>
          <w:spacing w:val="-2"/>
          <w:sz w:val="24"/>
          <w:szCs w:val="24"/>
        </w:rPr>
        <w:t> </w:t>
      </w:r>
      <w:r w:rsidRPr="00B21055">
        <w:rPr>
          <w:rFonts w:asciiTheme="majorHAnsi" w:hAnsiTheme="majorHAnsi"/>
          <w:spacing w:val="-2"/>
          <w:sz w:val="24"/>
          <w:szCs w:val="24"/>
        </w:rPr>
        <w:t>kryterium oceny ofert „okres gwarancji”, o którym mowa w rozdziale XV</w:t>
      </w:r>
      <w:r>
        <w:rPr>
          <w:rFonts w:asciiTheme="majorHAnsi" w:hAnsiTheme="majorHAnsi"/>
          <w:spacing w:val="-2"/>
          <w:sz w:val="24"/>
          <w:szCs w:val="24"/>
        </w:rPr>
        <w:t xml:space="preserve">III </w:t>
      </w:r>
      <w:r w:rsidRPr="00B21055">
        <w:rPr>
          <w:rFonts w:asciiTheme="majorHAnsi" w:hAnsiTheme="majorHAnsi"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spacing w:val="-2"/>
          <w:sz w:val="24"/>
          <w:szCs w:val="24"/>
        </w:rPr>
        <w:t>ust 6  lit. b) S</w:t>
      </w:r>
      <w:r w:rsidRPr="00B21055">
        <w:rPr>
          <w:rFonts w:asciiTheme="majorHAnsi" w:hAnsiTheme="majorHAnsi"/>
          <w:spacing w:val="-2"/>
          <w:sz w:val="24"/>
          <w:szCs w:val="24"/>
        </w:rPr>
        <w:t>WZ</w:t>
      </w:r>
      <w:r w:rsidRPr="003F0771">
        <w:rPr>
          <w:rFonts w:asciiTheme="majorHAnsi" w:hAnsiTheme="majorHAnsi"/>
          <w:sz w:val="24"/>
          <w:szCs w:val="24"/>
        </w:rPr>
        <w:t>).</w:t>
      </w:r>
    </w:p>
    <w:p w14:paraId="53DC9E38" w14:textId="77777777" w:rsidR="004D5AF6" w:rsidRDefault="004D5AF6" w:rsidP="004D5AF6">
      <w:pPr>
        <w:pStyle w:val="Akapitzlist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204CB6">
        <w:rPr>
          <w:rFonts w:asciiTheme="majorHAnsi" w:hAnsiTheme="majorHAnsi"/>
          <w:b/>
          <w:bCs/>
          <w:sz w:val="24"/>
          <w:szCs w:val="24"/>
        </w:rPr>
        <w:t>Termin dostawy przedmiotu zamówienia</w:t>
      </w:r>
      <w:r>
        <w:rPr>
          <w:rFonts w:asciiTheme="majorHAnsi" w:hAnsiTheme="majorHAnsi"/>
          <w:sz w:val="24"/>
          <w:szCs w:val="24"/>
        </w:rPr>
        <w:t xml:space="preserve"> do ……….. dni (28/21/14)</w:t>
      </w:r>
    </w:p>
    <w:p w14:paraId="613D903C" w14:textId="3EE99F35" w:rsidR="00445114" w:rsidRPr="00445114" w:rsidRDefault="00445114" w:rsidP="00445114">
      <w:pPr>
        <w:pStyle w:val="Akapitzlist"/>
        <w:numPr>
          <w:ilvl w:val="0"/>
          <w:numId w:val="4"/>
        </w:numPr>
        <w:tabs>
          <w:tab w:val="clear" w:pos="1189"/>
          <w:tab w:val="num" w:pos="-512"/>
        </w:tabs>
        <w:ind w:left="567" w:hanging="567"/>
        <w:rPr>
          <w:rFonts w:asciiTheme="majorHAnsi" w:hAnsiTheme="majorHAnsi"/>
          <w:sz w:val="24"/>
        </w:rPr>
      </w:pPr>
      <w:r w:rsidRPr="00445114">
        <w:rPr>
          <w:rFonts w:asciiTheme="majorHAnsi" w:hAnsiTheme="majorHAnsi"/>
          <w:b/>
          <w:sz w:val="24"/>
        </w:rPr>
        <w:t>OŚWIADCZAMY</w:t>
      </w:r>
      <w:r w:rsidRPr="00445114">
        <w:rPr>
          <w:rFonts w:asciiTheme="majorHAnsi" w:hAnsiTheme="majorHAnsi"/>
          <w:sz w:val="24"/>
        </w:rPr>
        <w:t>, że wybór oferty:</w:t>
      </w:r>
    </w:p>
    <w:p w14:paraId="11D3295D" w14:textId="77777777" w:rsidR="00445114" w:rsidRPr="00445114" w:rsidRDefault="00445114" w:rsidP="00445114">
      <w:pPr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rPr>
          <w:rFonts w:asciiTheme="majorHAnsi" w:hAnsiTheme="majorHAnsi"/>
        </w:rPr>
      </w:pPr>
      <w:r w:rsidRPr="00445114">
        <w:rPr>
          <w:rFonts w:asciiTheme="majorHAnsi" w:hAnsiTheme="majorHAnsi"/>
        </w:rPr>
        <w:t>nie będzie prowadził do powstania u Zamawiającego obowiązku podatkowego zgodnie z przepisami o podatku od towarów i usług.*</w:t>
      </w:r>
    </w:p>
    <w:p w14:paraId="6CE686E9" w14:textId="7EE71B0E" w:rsidR="00445114" w:rsidRPr="00445114" w:rsidRDefault="00445114" w:rsidP="00445114">
      <w:pPr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rPr>
          <w:rFonts w:asciiTheme="majorHAnsi" w:hAnsiTheme="majorHAnsi"/>
        </w:rPr>
      </w:pPr>
      <w:r w:rsidRPr="00445114">
        <w:rPr>
          <w:rFonts w:asciiTheme="majorHAnsi" w:hAnsiTheme="majorHAnsi"/>
        </w:rPr>
        <w:t xml:space="preserve">będzie prowadził do powstania u Zamawiającego obowiązku podatkowego zgodnie </w:t>
      </w:r>
      <w:r w:rsidRPr="00445114">
        <w:rPr>
          <w:rFonts w:asciiTheme="majorHAnsi" w:hAnsiTheme="majorHAnsi"/>
        </w:rPr>
        <w:br/>
        <w:t>z przepisami o podatku od towarów i usług. Powyższy obowiązek podatkowy będzie dotyczył ……………………………………… (</w:t>
      </w:r>
      <w:r w:rsidRPr="00445114">
        <w:rPr>
          <w:rFonts w:asciiTheme="majorHAnsi" w:hAnsiTheme="majorHAnsi"/>
          <w:i/>
        </w:rPr>
        <w:t>Wpisać nazwę /rodzaj towaru lub usługi, które będą prowadziły do powstania u Zamawiającego obowiązku podatkowego zgodnie z przepisami o podatku od towarów i usług)</w:t>
      </w:r>
      <w:r w:rsidRPr="00445114">
        <w:rPr>
          <w:rFonts w:asciiTheme="majorHAnsi" w:hAnsiTheme="majorHAnsi"/>
          <w:i/>
          <w:vertAlign w:val="superscript"/>
        </w:rPr>
        <w:t xml:space="preserve"> </w:t>
      </w:r>
      <w:r w:rsidRPr="00445114">
        <w:rPr>
          <w:rFonts w:asciiTheme="majorHAnsi" w:hAnsiTheme="majorHAnsi"/>
        </w:rPr>
        <w:t>objętych przedmiotem zamówienia</w:t>
      </w:r>
      <w:r w:rsidR="005659E4">
        <w:rPr>
          <w:rFonts w:asciiTheme="majorHAnsi" w:hAnsiTheme="majorHAnsi"/>
        </w:rPr>
        <w:t xml:space="preserve"> </w:t>
      </w:r>
      <w:r w:rsidR="005659E4" w:rsidRPr="00CE75A6">
        <w:rPr>
          <w:rFonts w:ascii="Cambria" w:hAnsi="Cambria"/>
          <w:color w:val="000000"/>
        </w:rPr>
        <w:t>o wartości ………………………………………………………………….. zł netto</w:t>
      </w:r>
      <w:r w:rsidR="005659E4" w:rsidRPr="00F1275E">
        <w:rPr>
          <w:rFonts w:ascii="Cambria" w:hAnsi="Cambria"/>
          <w:color w:val="000000"/>
          <w:sz w:val="22"/>
          <w:szCs w:val="22"/>
        </w:rPr>
        <w:t xml:space="preserve"> </w:t>
      </w:r>
      <w:r w:rsidR="005659E4" w:rsidRPr="00F1275E">
        <w:rPr>
          <w:rFonts w:ascii="Cambria" w:hAnsi="Cambria"/>
          <w:i/>
          <w:color w:val="000000"/>
          <w:sz w:val="18"/>
          <w:szCs w:val="18"/>
        </w:rPr>
        <w:t>(należy wskazać wartość tego towaru bez kwoty podatku)</w:t>
      </w:r>
      <w:r w:rsidR="005659E4">
        <w:rPr>
          <w:rFonts w:ascii="Cambria" w:hAnsi="Cambria"/>
          <w:i/>
          <w:color w:val="000000"/>
          <w:sz w:val="18"/>
          <w:szCs w:val="18"/>
        </w:rPr>
        <w:t xml:space="preserve">, </w:t>
      </w:r>
      <w:r w:rsidR="005659E4">
        <w:rPr>
          <w:rFonts w:ascii="Cambria" w:hAnsi="Cambria"/>
          <w:iCs/>
          <w:color w:val="000000"/>
          <w:sz w:val="22"/>
          <w:szCs w:val="22"/>
        </w:rPr>
        <w:t xml:space="preserve">stawka podatku od towarów i usług … % </w:t>
      </w:r>
      <w:r w:rsidR="005659E4">
        <w:rPr>
          <w:rFonts w:ascii="Cambria" w:hAnsi="Cambria"/>
          <w:i/>
          <w:color w:val="000000"/>
          <w:sz w:val="18"/>
          <w:szCs w:val="18"/>
        </w:rPr>
        <w:t>(należy wskazać stawkę podatku od towarów i usług, która zgodnie z wiedzą wykonawcy, będzie miała zastosowanie)</w:t>
      </w:r>
      <w:r w:rsidRPr="00445114">
        <w:rPr>
          <w:rFonts w:asciiTheme="majorHAnsi" w:hAnsiTheme="majorHAnsi"/>
        </w:rPr>
        <w:t>.</w:t>
      </w:r>
      <w:bookmarkStart w:id="1" w:name="_Hlk65747805"/>
      <w:r w:rsidRPr="00445114">
        <w:rPr>
          <w:rFonts w:asciiTheme="majorHAnsi" w:hAnsiTheme="majorHAnsi"/>
        </w:rPr>
        <w:t>*</w:t>
      </w:r>
      <w:bookmarkEnd w:id="1"/>
    </w:p>
    <w:p w14:paraId="36A0AE70" w14:textId="04EFBC6A" w:rsidR="009B7BE5" w:rsidRPr="003F0771" w:rsidRDefault="009B7BE5" w:rsidP="00445114">
      <w:pPr>
        <w:pStyle w:val="Zwykytekst1"/>
        <w:numPr>
          <w:ilvl w:val="0"/>
          <w:numId w:val="4"/>
        </w:numPr>
        <w:tabs>
          <w:tab w:val="clear" w:pos="1189"/>
          <w:tab w:val="num" w:pos="-512"/>
          <w:tab w:val="num" w:pos="720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OŚWIADCZAMY, </w:t>
      </w:r>
      <w:r w:rsidRPr="003F0771">
        <w:rPr>
          <w:rFonts w:asciiTheme="majorHAnsi" w:hAnsiTheme="majorHAnsi" w:cs="Times New Roman"/>
          <w:sz w:val="24"/>
          <w:szCs w:val="24"/>
        </w:rPr>
        <w:t>że wskazana wyżej cena brutto jest ostateczna oraz obejmuje wszelkie koszty związane z realizacją przedmiotu zamówienia, a także, że cena ta</w:t>
      </w:r>
      <w:r w:rsidR="00D4268B">
        <w:rPr>
          <w:rFonts w:asciiTheme="majorHAnsi" w:hAnsiTheme="majorHAnsi" w:cs="Times New Roman"/>
          <w:sz w:val="24"/>
          <w:szCs w:val="24"/>
        </w:rPr>
        <w:t> </w:t>
      </w:r>
      <w:r w:rsidRPr="003F0771">
        <w:rPr>
          <w:rFonts w:asciiTheme="majorHAnsi" w:hAnsiTheme="majorHAnsi" w:cs="Times New Roman"/>
          <w:sz w:val="24"/>
          <w:szCs w:val="24"/>
        </w:rPr>
        <w:t>nie ulegnie zmianie przez okres ważności oferty (związania ofertą) oraz w okresie realizacji umowy.</w:t>
      </w:r>
    </w:p>
    <w:p w14:paraId="4D50DDEC" w14:textId="6E7BECA6" w:rsidR="009B7BE5" w:rsidRPr="003F0771" w:rsidRDefault="009B7BE5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OŚWIADCZAMY, </w:t>
      </w:r>
      <w:r w:rsidRPr="003F0771">
        <w:rPr>
          <w:rFonts w:asciiTheme="majorHAnsi" w:hAnsiTheme="majorHAnsi" w:cs="Times New Roman"/>
          <w:sz w:val="24"/>
          <w:szCs w:val="24"/>
        </w:rPr>
        <w:t>że za</w:t>
      </w:r>
      <w:r w:rsidR="0080616E">
        <w:rPr>
          <w:rFonts w:asciiTheme="majorHAnsi" w:hAnsiTheme="majorHAnsi" w:cs="Times New Roman"/>
          <w:sz w:val="24"/>
          <w:szCs w:val="24"/>
        </w:rPr>
        <w:t xml:space="preserve">poznaliśmy się ze Specyfikacją </w:t>
      </w:r>
      <w:r w:rsidRPr="003F0771">
        <w:rPr>
          <w:rFonts w:asciiTheme="majorHAnsi" w:hAnsiTheme="majorHAnsi" w:cs="Times New Roman"/>
          <w:sz w:val="24"/>
          <w:szCs w:val="24"/>
        </w:rPr>
        <w:t xml:space="preserve"> Warunków Zamówienia i nie wnosimy do niej zastrzeżeń oraz przyjmujemy warunki w niej zawarte, w</w:t>
      </w:r>
      <w:r w:rsidR="00710634">
        <w:rPr>
          <w:rFonts w:asciiTheme="majorHAnsi" w:hAnsiTheme="majorHAnsi" w:cs="Times New Roman"/>
          <w:sz w:val="24"/>
          <w:szCs w:val="24"/>
        </w:rPr>
        <w:t> </w:t>
      </w:r>
      <w:r w:rsidRPr="003F0771">
        <w:rPr>
          <w:rFonts w:asciiTheme="majorHAnsi" w:hAnsiTheme="majorHAnsi" w:cs="Times New Roman"/>
          <w:sz w:val="24"/>
          <w:szCs w:val="24"/>
        </w:rPr>
        <w:t>szczególności</w:t>
      </w:r>
      <w:r w:rsidRPr="003F0771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3F0771">
        <w:rPr>
          <w:rFonts w:asciiTheme="majorHAnsi" w:hAnsiTheme="majorHAnsi" w:cs="Times New Roman"/>
          <w:sz w:val="24"/>
          <w:szCs w:val="24"/>
        </w:rPr>
        <w:t xml:space="preserve">zapoznaliśmy się z </w:t>
      </w:r>
      <w:r w:rsidR="0080616E">
        <w:rPr>
          <w:rFonts w:asciiTheme="majorHAnsi" w:hAnsiTheme="majorHAnsi" w:cs="Times New Roman"/>
          <w:sz w:val="24"/>
          <w:szCs w:val="24"/>
        </w:rPr>
        <w:t xml:space="preserve">projektowanymi </w:t>
      </w:r>
      <w:r w:rsidRPr="003F0771">
        <w:rPr>
          <w:rFonts w:asciiTheme="majorHAnsi" w:hAnsiTheme="majorHAnsi" w:cs="Times New Roman"/>
          <w:sz w:val="24"/>
          <w:szCs w:val="24"/>
        </w:rPr>
        <w:t>postanowieniami umowy, określonymi w Specyfikacji Warunków Zamówienia i zobowiązujemy się, w</w:t>
      </w:r>
      <w:r w:rsidR="00710634">
        <w:rPr>
          <w:rFonts w:asciiTheme="majorHAnsi" w:hAnsiTheme="majorHAnsi" w:cs="Times New Roman"/>
          <w:sz w:val="24"/>
          <w:szCs w:val="24"/>
        </w:rPr>
        <w:t> </w:t>
      </w:r>
      <w:r w:rsidRPr="003F0771">
        <w:rPr>
          <w:rFonts w:asciiTheme="majorHAnsi" w:hAnsiTheme="majorHAnsi" w:cs="Times New Roman"/>
          <w:sz w:val="24"/>
          <w:szCs w:val="24"/>
        </w:rPr>
        <w:t>przypadku wyboru naszej oferty, do zawarcia umowy zgodnej z niniejszą ofertą, w miejscu i terminie wskazanym przez Zamawiającego oraz na warunkach określonych w Specyfikacji Warunków Zamówienia.</w:t>
      </w:r>
    </w:p>
    <w:p w14:paraId="325E7B68" w14:textId="64659530" w:rsidR="009B7BE5" w:rsidRPr="003F0771" w:rsidRDefault="009B7BE5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AKCEPTUJEMY </w:t>
      </w:r>
      <w:r w:rsidRPr="003F0771">
        <w:rPr>
          <w:rFonts w:asciiTheme="majorHAnsi" w:hAnsiTheme="majorHAnsi" w:cs="Times New Roman"/>
          <w:sz w:val="24"/>
          <w:szCs w:val="24"/>
        </w:rPr>
        <w:t>warunki płatności określone przez Zamawiającego w Specyfikacji Warunków Zamówienia</w:t>
      </w:r>
      <w:r w:rsidRPr="003F0771">
        <w:rPr>
          <w:rFonts w:asciiTheme="majorHAnsi" w:hAnsiTheme="majorHAnsi" w:cs="Times New Roman"/>
          <w:b/>
          <w:sz w:val="24"/>
          <w:szCs w:val="24"/>
        </w:rPr>
        <w:t>.</w:t>
      </w:r>
    </w:p>
    <w:p w14:paraId="6DB101FF" w14:textId="2191302A" w:rsidR="009B7BE5" w:rsidRDefault="009B7BE5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lastRenderedPageBreak/>
        <w:t xml:space="preserve">UWAŻAMY SIĘ </w:t>
      </w:r>
      <w:r w:rsidRPr="003F0771">
        <w:rPr>
          <w:rFonts w:asciiTheme="majorHAnsi" w:hAnsiTheme="majorHAnsi" w:cs="Times New Roman"/>
          <w:sz w:val="24"/>
          <w:szCs w:val="24"/>
        </w:rPr>
        <w:t>za związanych niniejszą ofertą przez czas wskazany w Specyfikacji Warunków Zamówienia, tj. przez okres 30 dni od upływu terminu składania ofert.</w:t>
      </w:r>
    </w:p>
    <w:p w14:paraId="59F17686" w14:textId="15FE4524" w:rsidR="00710634" w:rsidRPr="00710634" w:rsidRDefault="00710634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Oświadczamy, </w:t>
      </w:r>
      <w:r>
        <w:rPr>
          <w:rFonts w:asciiTheme="majorHAnsi" w:hAnsiTheme="majorHAnsi" w:cs="Times New Roman"/>
          <w:bCs/>
          <w:sz w:val="24"/>
          <w:szCs w:val="24"/>
        </w:rPr>
        <w:t>że w przypadku udzielenia zamówienia:</w:t>
      </w:r>
    </w:p>
    <w:p w14:paraId="56AF3F6F" w14:textId="6B633404" w:rsidR="00710634" w:rsidRDefault="00710634" w:rsidP="00710634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/>
        </w:rPr>
      </w:pPr>
      <w:r>
        <w:rPr>
          <w:rFonts w:asciiTheme="majorHAnsi" w:hAnsiTheme="majorHAnsi" w:cs="Times New Roman"/>
          <w:bCs/>
          <w:sz w:val="24"/>
          <w:szCs w:val="24"/>
        </w:rPr>
        <w:t>– całość zamówienia wykonam własnymi siłami</w:t>
      </w:r>
      <w:r w:rsidRPr="00445114">
        <w:rPr>
          <w:rFonts w:asciiTheme="majorHAnsi" w:hAnsiTheme="majorHAnsi"/>
        </w:rPr>
        <w:t>*</w:t>
      </w:r>
    </w:p>
    <w:p w14:paraId="62763A90" w14:textId="36E68FA0" w:rsidR="00710634" w:rsidRDefault="00710634" w:rsidP="00710634">
      <w:pPr>
        <w:pStyle w:val="Zwykytekst1"/>
        <w:tabs>
          <w:tab w:val="left" w:pos="567"/>
        </w:tabs>
        <w:autoSpaceDE w:val="0"/>
        <w:spacing w:before="120" w:after="120"/>
        <w:ind w:left="567"/>
        <w:jc w:val="both"/>
        <w:rPr>
          <w:rFonts w:asciiTheme="majorHAnsi" w:hAnsiTheme="majorHAnsi"/>
          <w:i/>
          <w:iCs/>
        </w:rPr>
      </w:pPr>
      <w:r>
        <w:rPr>
          <w:rFonts w:asciiTheme="majorHAnsi" w:hAnsiTheme="majorHAnsi" w:cs="Times New Roman"/>
          <w:sz w:val="24"/>
          <w:szCs w:val="24"/>
        </w:rPr>
        <w:t>– zaangażujemy podwykonawców do realizacji przedmiotu zamówienia</w:t>
      </w:r>
      <w:r w:rsidRPr="00445114">
        <w:rPr>
          <w:rFonts w:asciiTheme="majorHAnsi" w:hAnsiTheme="majorHAnsi"/>
        </w:rPr>
        <w:t>*</w:t>
      </w:r>
      <w:r>
        <w:rPr>
          <w:rFonts w:asciiTheme="majorHAnsi" w:hAnsiTheme="majorHAnsi"/>
        </w:rPr>
        <w:t xml:space="preserve"> </w:t>
      </w:r>
    </w:p>
    <w:p w14:paraId="4620C46B" w14:textId="5F524C89" w:rsidR="00710634" w:rsidRPr="00A02783" w:rsidRDefault="00A02783" w:rsidP="00A02783">
      <w:pPr>
        <w:pStyle w:val="Zwykytekst1"/>
        <w:tabs>
          <w:tab w:val="left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/>
          <w:i/>
          <w:iCs/>
        </w:rPr>
      </w:pPr>
      <w:r>
        <w:rPr>
          <w:rFonts w:asciiTheme="majorHAnsi" w:hAnsiTheme="majorHAnsi"/>
          <w:i/>
          <w:iCs/>
        </w:rPr>
        <w:tab/>
      </w:r>
      <w:r w:rsidR="00710634">
        <w:rPr>
          <w:rFonts w:asciiTheme="majorHAnsi" w:hAnsiTheme="majorHAnsi"/>
          <w:i/>
          <w:iCs/>
        </w:rPr>
        <w:t>(w przypadku korzystania z usług podwykonawcy wskazać dokładne nazwy/firmy podwykonawców oraz powierzonych im zadań)</w:t>
      </w:r>
    </w:p>
    <w:p w14:paraId="79EBC31A" w14:textId="36065AA4" w:rsidR="001852FF" w:rsidRPr="001852FF" w:rsidRDefault="001852FF" w:rsidP="001852F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1852FF">
        <w:rPr>
          <w:rFonts w:asciiTheme="majorHAnsi" w:hAnsiTheme="majorHAnsi"/>
          <w:b/>
          <w:sz w:val="24"/>
          <w:szCs w:val="24"/>
        </w:rPr>
        <w:t>OŚWIADCZAMY</w:t>
      </w:r>
      <w:r w:rsidRPr="001852FF">
        <w:rPr>
          <w:rFonts w:asciiTheme="majorHAnsi" w:hAnsiTheme="majorHAnsi"/>
          <w:sz w:val="24"/>
          <w:szCs w:val="24"/>
        </w:rPr>
        <w:t>, że wypełniliśmy obowiązki informacyjne przewidziane w art. 13 lub art. 14 Rozporządzenia Parlamentu Europejskiego i Rady UE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zamówienia publicznego w niniejszym postępowaniu,</w:t>
      </w:r>
    </w:p>
    <w:p w14:paraId="64A8B2E8" w14:textId="679F8C19" w:rsidR="001852FF" w:rsidRPr="001852FF" w:rsidRDefault="001852FF" w:rsidP="001852F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1852FF">
        <w:rPr>
          <w:rFonts w:asciiTheme="majorHAnsi" w:hAnsiTheme="majorHAnsi"/>
          <w:b/>
          <w:sz w:val="24"/>
          <w:szCs w:val="24"/>
        </w:rPr>
        <w:t>OŚWIADCZAM</w:t>
      </w:r>
      <w:r>
        <w:rPr>
          <w:rFonts w:asciiTheme="majorHAnsi" w:hAnsiTheme="majorHAnsi"/>
          <w:b/>
          <w:sz w:val="24"/>
          <w:szCs w:val="24"/>
        </w:rPr>
        <w:t>Y</w:t>
      </w:r>
      <w:r>
        <w:rPr>
          <w:rFonts w:asciiTheme="majorHAnsi" w:hAnsiTheme="majorHAnsi"/>
          <w:sz w:val="24"/>
          <w:szCs w:val="24"/>
        </w:rPr>
        <w:t>, że jesteśmy</w:t>
      </w:r>
      <w:r w:rsidRPr="001852FF">
        <w:rPr>
          <w:rFonts w:asciiTheme="majorHAnsi" w:hAnsiTheme="majorHAnsi"/>
          <w:sz w:val="24"/>
          <w:szCs w:val="24"/>
        </w:rPr>
        <w:t xml:space="preserve"> (</w:t>
      </w:r>
      <w:r w:rsidRPr="00BD458C">
        <w:rPr>
          <w:rFonts w:asciiTheme="majorHAnsi" w:hAnsiTheme="majorHAnsi"/>
          <w:b/>
          <w:sz w:val="24"/>
          <w:szCs w:val="24"/>
        </w:rPr>
        <w:t>należy wybrać z listy</w:t>
      </w:r>
      <w:r w:rsidRPr="001852FF">
        <w:rPr>
          <w:rFonts w:asciiTheme="majorHAnsi" w:hAnsiTheme="majorHAnsi"/>
          <w:sz w:val="24"/>
          <w:szCs w:val="24"/>
        </w:rPr>
        <w:t>)</w:t>
      </w:r>
      <w:r>
        <w:rPr>
          <w:rFonts w:asciiTheme="majorHAnsi" w:hAnsiTheme="majorHAnsi"/>
          <w:sz w:val="24"/>
          <w:szCs w:val="24"/>
        </w:rPr>
        <w:t>*</w:t>
      </w:r>
      <w:r w:rsidRPr="001852FF">
        <w:rPr>
          <w:rFonts w:asciiTheme="majorHAnsi" w:hAnsiTheme="majorHAnsi"/>
          <w:sz w:val="24"/>
          <w:szCs w:val="24"/>
        </w:rPr>
        <w:t xml:space="preserve"> mikroprzedsiębiorstwem, małym przedsiębiorstwem, średnim przedsiębiorstwem, jednoosobową działalność gospodarcza, osoba fizyczna nieprowadząca działalności gospodarczej, inny rodzaj</w:t>
      </w:r>
      <w:r w:rsidR="00710634" w:rsidRPr="00445114">
        <w:rPr>
          <w:rFonts w:asciiTheme="majorHAnsi" w:hAnsiTheme="majorHAnsi"/>
        </w:rPr>
        <w:t>**</w:t>
      </w:r>
      <w:r w:rsidRPr="001852FF">
        <w:rPr>
          <w:rFonts w:asciiTheme="majorHAnsi" w:hAnsiTheme="majorHAnsi"/>
          <w:sz w:val="24"/>
          <w:szCs w:val="24"/>
        </w:rPr>
        <w:t>,</w:t>
      </w:r>
    </w:p>
    <w:p w14:paraId="2FAD2AC5" w14:textId="4F216646" w:rsidR="009B7BE5" w:rsidRDefault="009B7BE5" w:rsidP="001852F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3F0771">
        <w:rPr>
          <w:rFonts w:asciiTheme="majorHAnsi" w:hAnsiTheme="majorHAnsi"/>
          <w:b/>
          <w:sz w:val="24"/>
          <w:szCs w:val="24"/>
        </w:rPr>
        <w:t xml:space="preserve">OŚWIADCZAMY, </w:t>
      </w:r>
      <w:r w:rsidRPr="003F0771">
        <w:rPr>
          <w:rFonts w:asciiTheme="majorHAnsi" w:hAnsiTheme="majorHAnsi"/>
          <w:sz w:val="24"/>
          <w:szCs w:val="24"/>
        </w:rPr>
        <w:t>że niniejsza oferta jest jawna, za wyjątkiem informacji zawartych na stronach …......, które stanowią tajemnicę przedsiębiorstwa w rozumieniu przepisów ustawy o zwalczaniu nieuczciwej konkurencji i jako takie nie mogą być ogólnodostępne.</w:t>
      </w:r>
    </w:p>
    <w:p w14:paraId="4F9F358D" w14:textId="6955F2C6" w:rsidR="00DE7553" w:rsidRPr="008E21D2" w:rsidRDefault="008E21D2" w:rsidP="00DE755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8E21D2">
        <w:rPr>
          <w:rFonts w:asciiTheme="majorHAnsi" w:hAnsiTheme="majorHAnsi"/>
          <w:b/>
          <w:sz w:val="24"/>
          <w:szCs w:val="24"/>
        </w:rPr>
        <w:t xml:space="preserve">OŚWIADCZAMY, </w:t>
      </w:r>
      <w:r w:rsidR="00DE7553" w:rsidRPr="00A02783">
        <w:rPr>
          <w:rFonts w:ascii="Cambria" w:hAnsi="Cambria"/>
          <w:sz w:val="24"/>
          <w:szCs w:val="24"/>
        </w:rPr>
        <w:t xml:space="preserve">że </w:t>
      </w:r>
      <w:r w:rsidR="005E2991" w:rsidRPr="00A02783">
        <w:rPr>
          <w:rFonts w:ascii="Cambria" w:hAnsi="Cambria"/>
          <w:sz w:val="24"/>
          <w:szCs w:val="24"/>
        </w:rPr>
        <w:t>zapoznaliśmy</w:t>
      </w:r>
      <w:r w:rsidR="00DE7553" w:rsidRPr="00A02783">
        <w:rPr>
          <w:rFonts w:ascii="Cambria" w:hAnsi="Cambria"/>
          <w:sz w:val="24"/>
          <w:szCs w:val="24"/>
        </w:rPr>
        <w:t xml:space="preserve"> się z Klauzulą informacyjną Kancelarii zgodną art. 13 rozporządzenia Parlamentu Europejskiego i Rady (UE) 2016/679 z dnia 27 kwietnia 2016 r. w sprawie ochrony osób fizycznych w związku z przetwarzaniem danych osobowych i w sprawie swobodnego przepływu takich danych oraz uchylenia dyrektywy 95/46/WE („RODO”) zawartą w treści SWZ.</w:t>
      </w:r>
    </w:p>
    <w:p w14:paraId="5E4B5EB4" w14:textId="721B9E99" w:rsidR="009B7BE5" w:rsidRPr="0080616E" w:rsidRDefault="009B7BE5">
      <w:pPr>
        <w:pStyle w:val="Zwykytekst1"/>
        <w:numPr>
          <w:ilvl w:val="0"/>
          <w:numId w:val="4"/>
        </w:numPr>
        <w:autoSpaceDE w:val="0"/>
        <w:spacing w:before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80616E">
        <w:rPr>
          <w:rFonts w:asciiTheme="majorHAnsi" w:hAnsiTheme="majorHAnsi" w:cs="Times New Roman"/>
          <w:b/>
          <w:sz w:val="24"/>
          <w:szCs w:val="24"/>
        </w:rPr>
        <w:t xml:space="preserve">ZAMÓWIENIE ZREALIZUJEMY </w:t>
      </w:r>
      <w:r w:rsidRPr="0080616E">
        <w:rPr>
          <w:rFonts w:asciiTheme="majorHAnsi" w:hAnsiTheme="majorHAnsi" w:cs="Times New Roman"/>
          <w:sz w:val="24"/>
          <w:szCs w:val="24"/>
        </w:rPr>
        <w:t xml:space="preserve">sami/przy udziale Podwykonawców </w:t>
      </w:r>
      <w:r w:rsidRPr="0080616E">
        <w:rPr>
          <w:rFonts w:asciiTheme="majorHAnsi" w:hAnsiTheme="majorHAnsi" w:cs="Times New Roman"/>
          <w:sz w:val="24"/>
          <w:szCs w:val="24"/>
        </w:rPr>
        <w:br/>
        <w:t>Podwykonawcom zostaną powierzone do wykonania następujące części zamówienia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040979" w14:textId="77777777" w:rsidR="009B7BE5" w:rsidRPr="003F0771" w:rsidRDefault="009B7BE5" w:rsidP="00A02783">
      <w:pPr>
        <w:pStyle w:val="Zwykytekst1"/>
        <w:keepLines/>
        <w:tabs>
          <w:tab w:val="num" w:pos="-1701"/>
          <w:tab w:val="num" w:pos="567"/>
          <w:tab w:val="left" w:leader="dot" w:pos="9072"/>
        </w:tabs>
        <w:spacing w:before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i/>
          <w:sz w:val="24"/>
          <w:szCs w:val="24"/>
        </w:rPr>
        <w:tab/>
        <w:t xml:space="preserve"> (opis czynności zlecanych podwykonawcy oraz nazwa i adres podwykonawcy)</w:t>
      </w:r>
    </w:p>
    <w:p w14:paraId="51D05B31" w14:textId="3329CABE" w:rsidR="005E2991" w:rsidRPr="00A02783" w:rsidRDefault="005E2991" w:rsidP="00A02783">
      <w:pPr>
        <w:pStyle w:val="Akapitzlist"/>
        <w:numPr>
          <w:ilvl w:val="0"/>
          <w:numId w:val="4"/>
        </w:numPr>
        <w:spacing w:before="120" w:after="0" w:line="240" w:lineRule="auto"/>
        <w:ind w:left="567" w:hanging="567"/>
        <w:contextualSpacing w:val="0"/>
        <w:jc w:val="both"/>
        <w:rPr>
          <w:rFonts w:ascii="Cambria" w:hAnsi="Cambria" w:cstheme="minorHAnsi"/>
          <w:sz w:val="24"/>
        </w:rPr>
      </w:pPr>
      <w:r w:rsidRPr="00A02783">
        <w:rPr>
          <w:rFonts w:ascii="Cambria" w:hAnsi="Cambria" w:cstheme="minorHAnsi"/>
          <w:sz w:val="24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5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0"/>
        <w:gridCol w:w="3862"/>
      </w:tblGrid>
      <w:tr w:rsidR="005E2991" w:rsidRPr="00F33FB3" w14:paraId="6B9E9112" w14:textId="77777777" w:rsidTr="00A02783">
        <w:trPr>
          <w:trHeight w:val="33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474D4E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F33FB3">
              <w:rPr>
                <w:rFonts w:ascii="Cambria" w:eastAsia="Calibri" w:hAnsi="Cambria"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D6F64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F33FB3">
              <w:rPr>
                <w:rFonts w:ascii="Cambria" w:eastAsia="Calibri" w:hAnsi="Cambria" w:cstheme="minorHAns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74929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bCs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5E2991" w:rsidRPr="00F33FB3" w14:paraId="46A6F8F5" w14:textId="77777777" w:rsidTr="00A02783">
        <w:trPr>
          <w:trHeight w:val="1123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303E06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b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C847F7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lang w:eastAsia="zh-CN"/>
              </w:rPr>
            </w:pPr>
            <w:r w:rsidRPr="00F33FB3">
              <w:rPr>
                <w:rFonts w:ascii="Cambria" w:eastAsia="TimesNewRoman" w:hAnsi="Cambria" w:cstheme="minorHAnsi"/>
                <w:lang w:eastAsia="zh-CN"/>
              </w:rPr>
              <w:t xml:space="preserve">Odpis z właściwego rejestru lub z centralnej ewidencji i informacji o działalności gospodarcze, tj.: 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end"/>
            </w:r>
          </w:p>
        </w:tc>
        <w:tc>
          <w:tcPr>
            <w:tcW w:w="38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7DBC20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lang w:eastAsia="zh-CN"/>
              </w:rPr>
              <w:t>     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end"/>
            </w:r>
          </w:p>
        </w:tc>
      </w:tr>
      <w:tr w:rsidR="005E2991" w:rsidRPr="00F33FB3" w14:paraId="22FA72C0" w14:textId="77777777" w:rsidTr="00A02783">
        <w:trPr>
          <w:trHeight w:val="1123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A9A6F9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  <w:lastRenderedPageBreak/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b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4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775B60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lang w:eastAsia="zh-CN"/>
              </w:rPr>
              <w:t>     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end"/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F93F34" w14:textId="77777777" w:rsidR="005E2991" w:rsidRPr="00F33FB3" w:rsidRDefault="005E2991" w:rsidP="00F8160F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lang w:eastAsia="zh-CN"/>
              </w:rPr>
            </w:pPr>
            <w:r w:rsidRPr="00F33FB3">
              <w:rPr>
                <w:rFonts w:ascii="Cambria" w:eastAsia="Calibri" w:hAnsi="Cambria" w:cstheme="minorHAnsi"/>
                <w:lang w:eastAsia="zh-CN"/>
              </w:rPr>
              <w:t>     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instrText xml:space="preserve"> FORMTEXT </w:instrTex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separate"/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Arial Unicode MS" w:hAnsi="Cambria" w:cstheme="minorHAnsi"/>
                <w:noProof/>
                <w:color w:val="1F3864"/>
                <w:lang w:eastAsia="zh-CN"/>
              </w:rPr>
              <w:t> </w:t>
            </w:r>
            <w:r w:rsidRPr="00F33FB3">
              <w:rPr>
                <w:rFonts w:ascii="Cambria" w:eastAsia="Calibri" w:hAnsi="Cambria" w:cstheme="minorHAnsi"/>
                <w:color w:val="1F3864"/>
                <w:lang w:eastAsia="zh-CN"/>
              </w:rPr>
              <w:fldChar w:fldCharType="end"/>
            </w:r>
          </w:p>
        </w:tc>
      </w:tr>
    </w:tbl>
    <w:p w14:paraId="3D6B20A6" w14:textId="77777777" w:rsidR="005E2991" w:rsidRDefault="005E2991" w:rsidP="00A02783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53EC24B2" w14:textId="057039EE" w:rsidR="009B7BE5" w:rsidRPr="003F0771" w:rsidRDefault="009B7BE5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3F0771">
        <w:rPr>
          <w:rFonts w:asciiTheme="majorHAnsi" w:hAnsiTheme="majorHAnsi" w:cs="Times New Roman"/>
          <w:b/>
          <w:sz w:val="24"/>
          <w:szCs w:val="24"/>
        </w:rPr>
        <w:t xml:space="preserve">WSZELKĄ KORESPONDENCJĘ </w:t>
      </w:r>
      <w:r w:rsidRPr="003F0771">
        <w:rPr>
          <w:rFonts w:asciiTheme="majorHAnsi" w:hAnsiTheme="majorHAnsi" w:cs="Times New Roman"/>
          <w:sz w:val="24"/>
          <w:szCs w:val="24"/>
        </w:rPr>
        <w:t>w sprawie niniejszego postępowania należy kierować  do:</w:t>
      </w:r>
      <w:r w:rsidRPr="003F0771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2548B448" w14:textId="77777777" w:rsidR="009B7BE5" w:rsidRPr="003F0771" w:rsidRDefault="009B7BE5" w:rsidP="009B7BE5">
      <w:pPr>
        <w:pStyle w:val="Zwykytekst1"/>
        <w:tabs>
          <w:tab w:val="num" w:pos="-1701"/>
          <w:tab w:val="num" w:pos="567"/>
          <w:tab w:val="left" w:leader="dot" w:pos="9072"/>
        </w:tabs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ab/>
        <w:t>Imię i nazwisko ………………………………. Adres: ………………………………………….</w:t>
      </w:r>
    </w:p>
    <w:p w14:paraId="7138EC0B" w14:textId="77777777" w:rsidR="009B7BE5" w:rsidRPr="003F0771" w:rsidRDefault="009B7BE5" w:rsidP="009B7BE5">
      <w:pPr>
        <w:pStyle w:val="Zwykytekst1"/>
        <w:tabs>
          <w:tab w:val="num" w:pos="-1701"/>
          <w:tab w:val="num" w:pos="567"/>
          <w:tab w:val="left" w:leader="dot" w:pos="9072"/>
        </w:tabs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ab/>
        <w:t>Telefon: …………………………………………  fax: ......................................................................</w:t>
      </w:r>
    </w:p>
    <w:p w14:paraId="2FC4638C" w14:textId="77777777" w:rsidR="009B7BE5" w:rsidRPr="003F0771" w:rsidRDefault="009B7BE5" w:rsidP="009B7BE5">
      <w:pPr>
        <w:pStyle w:val="Zwykytekst1"/>
        <w:tabs>
          <w:tab w:val="num" w:pos="-1701"/>
          <w:tab w:val="num" w:pos="567"/>
          <w:tab w:val="left" w:leader="dot" w:pos="9072"/>
        </w:tabs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ab/>
        <w:t>Adres e-mail: …………………………………..</w:t>
      </w:r>
    </w:p>
    <w:p w14:paraId="1C2BCDF3" w14:textId="0902B6F1" w:rsidR="009B7BE5" w:rsidRPr="003F0771" w:rsidRDefault="003F0771" w:rsidP="00445114">
      <w:pPr>
        <w:pStyle w:val="Zwykytekst1"/>
        <w:numPr>
          <w:ilvl w:val="0"/>
          <w:numId w:val="4"/>
        </w:numPr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O</w:t>
      </w:r>
      <w:r w:rsidR="009B7BE5" w:rsidRPr="003F0771">
        <w:rPr>
          <w:rFonts w:asciiTheme="majorHAnsi" w:hAnsiTheme="majorHAnsi" w:cs="Times New Roman"/>
          <w:b/>
          <w:sz w:val="24"/>
          <w:szCs w:val="24"/>
        </w:rPr>
        <w:t xml:space="preserve">FERTĘ </w:t>
      </w:r>
      <w:r w:rsidR="009B7BE5" w:rsidRPr="003F0771">
        <w:rPr>
          <w:rFonts w:asciiTheme="majorHAnsi" w:hAnsiTheme="majorHAnsi" w:cs="Times New Roman"/>
          <w:sz w:val="24"/>
          <w:szCs w:val="24"/>
        </w:rPr>
        <w:t>niniejszą składamy na _________ kolejno ponumerowanych stronach, oraz dołączamy do niej następujące oświadczenia i dokumenty</w:t>
      </w:r>
      <w:r w:rsidR="009B7BE5" w:rsidRPr="003F0771">
        <w:rPr>
          <w:rFonts w:asciiTheme="majorHAnsi" w:hAnsiTheme="majorHAnsi" w:cs="Times New Roman"/>
          <w:b/>
          <w:sz w:val="24"/>
          <w:szCs w:val="24"/>
        </w:rPr>
        <w:t>:</w:t>
      </w:r>
    </w:p>
    <w:p w14:paraId="57889FD1" w14:textId="77777777" w:rsidR="009B7BE5" w:rsidRPr="003F0771" w:rsidRDefault="009B7BE5" w:rsidP="009B7BE5">
      <w:pPr>
        <w:tabs>
          <w:tab w:val="num" w:pos="-1701"/>
          <w:tab w:val="num" w:pos="567"/>
        </w:tabs>
        <w:spacing w:before="120" w:after="120"/>
        <w:ind w:left="567"/>
        <w:rPr>
          <w:rFonts w:asciiTheme="majorHAnsi" w:hAnsiTheme="majorHAnsi"/>
        </w:rPr>
      </w:pPr>
      <w:r w:rsidRPr="003F0771">
        <w:rPr>
          <w:rFonts w:asciiTheme="majorHAnsi" w:hAnsiTheme="majorHAnsi"/>
        </w:rPr>
        <w:t>1)......................................................................................................................................................................</w:t>
      </w:r>
    </w:p>
    <w:p w14:paraId="2F680C23" w14:textId="77777777" w:rsidR="009B7BE5" w:rsidRPr="003F0771" w:rsidRDefault="009B7BE5" w:rsidP="009B7BE5">
      <w:pPr>
        <w:tabs>
          <w:tab w:val="num" w:pos="-1701"/>
          <w:tab w:val="num" w:pos="567"/>
        </w:tabs>
        <w:spacing w:before="120" w:after="120"/>
        <w:ind w:left="567"/>
        <w:rPr>
          <w:rFonts w:asciiTheme="majorHAnsi" w:hAnsiTheme="majorHAnsi"/>
        </w:rPr>
      </w:pPr>
      <w:r w:rsidRPr="003F0771">
        <w:rPr>
          <w:rFonts w:asciiTheme="majorHAnsi" w:hAnsiTheme="majorHAnsi"/>
        </w:rPr>
        <w:t>2)………………………………………………………………………………………………………………………</w:t>
      </w:r>
    </w:p>
    <w:p w14:paraId="45A6742E" w14:textId="77777777" w:rsidR="009B7BE5" w:rsidRPr="003F0771" w:rsidRDefault="009B7BE5" w:rsidP="009B7BE5">
      <w:pPr>
        <w:tabs>
          <w:tab w:val="num" w:pos="-1701"/>
          <w:tab w:val="num" w:pos="567"/>
        </w:tabs>
        <w:spacing w:before="120" w:after="120"/>
        <w:ind w:left="567"/>
        <w:rPr>
          <w:rFonts w:asciiTheme="majorHAnsi" w:hAnsiTheme="majorHAnsi"/>
        </w:rPr>
      </w:pPr>
      <w:r w:rsidRPr="003F0771">
        <w:rPr>
          <w:rFonts w:asciiTheme="majorHAnsi" w:hAnsiTheme="majorHAnsi"/>
        </w:rPr>
        <w:t>3)………………………………………………………………………………………………………………………</w:t>
      </w:r>
    </w:p>
    <w:p w14:paraId="1DC3DDE8" w14:textId="77777777" w:rsidR="009B7BE5" w:rsidRPr="003F0771" w:rsidRDefault="009B7BE5" w:rsidP="009B7BE5">
      <w:pPr>
        <w:tabs>
          <w:tab w:val="num" w:pos="-1701"/>
          <w:tab w:val="num" w:pos="567"/>
        </w:tabs>
        <w:spacing w:before="120" w:after="120"/>
        <w:ind w:left="567"/>
        <w:rPr>
          <w:rFonts w:asciiTheme="majorHAnsi" w:hAnsiTheme="majorHAnsi"/>
        </w:rPr>
      </w:pPr>
      <w:r w:rsidRPr="003F0771">
        <w:rPr>
          <w:rFonts w:asciiTheme="majorHAnsi" w:hAnsiTheme="majorHAnsi"/>
        </w:rPr>
        <w:t>4)………………………………………………………………………………………………………………………</w:t>
      </w:r>
    </w:p>
    <w:p w14:paraId="6B87C02E" w14:textId="77777777" w:rsidR="002C3736" w:rsidRDefault="002C3736" w:rsidP="009B7BE5">
      <w:pPr>
        <w:pStyle w:val="Zwykytekst1"/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</w:p>
    <w:p w14:paraId="6608E15C" w14:textId="2DB3F341" w:rsidR="009B7BE5" w:rsidRPr="003F0771" w:rsidRDefault="009B7BE5" w:rsidP="009B7BE5">
      <w:pPr>
        <w:pStyle w:val="Zwykytekst1"/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  <w:r w:rsidRPr="003F0771">
        <w:rPr>
          <w:rFonts w:asciiTheme="majorHAnsi" w:hAnsiTheme="majorHAnsi" w:cs="Times New Roman"/>
          <w:sz w:val="24"/>
          <w:szCs w:val="24"/>
        </w:rPr>
        <w:t>_______</w:t>
      </w:r>
      <w:r w:rsidR="00F407F2">
        <w:rPr>
          <w:rFonts w:asciiTheme="majorHAnsi" w:hAnsiTheme="majorHAnsi" w:cs="Times New Roman"/>
          <w:sz w:val="24"/>
          <w:szCs w:val="24"/>
        </w:rPr>
        <w:t>___________, dnia __________________</w:t>
      </w:r>
      <w:r w:rsidRPr="003F0771">
        <w:rPr>
          <w:rFonts w:asciiTheme="majorHAnsi" w:hAnsiTheme="majorHAnsi" w:cs="Times New Roman"/>
          <w:sz w:val="24"/>
          <w:szCs w:val="24"/>
        </w:rPr>
        <w:t xml:space="preserve"> roku</w:t>
      </w:r>
    </w:p>
    <w:p w14:paraId="7295B5CD" w14:textId="77777777" w:rsidR="009B7BE5" w:rsidRPr="003F0771" w:rsidRDefault="009B7BE5" w:rsidP="009B7BE5">
      <w:pPr>
        <w:pStyle w:val="Zwykytekst1"/>
        <w:spacing w:before="120" w:after="120"/>
        <w:ind w:firstLine="5160"/>
        <w:jc w:val="both"/>
        <w:rPr>
          <w:rFonts w:asciiTheme="majorHAnsi" w:hAnsiTheme="majorHAnsi" w:cs="Times New Roman"/>
          <w:i/>
          <w:sz w:val="24"/>
          <w:szCs w:val="24"/>
        </w:rPr>
      </w:pPr>
      <w:r w:rsidRPr="003F0771">
        <w:rPr>
          <w:rFonts w:asciiTheme="majorHAnsi" w:hAnsiTheme="majorHAnsi" w:cs="Times New Roman"/>
          <w:i/>
          <w:sz w:val="24"/>
          <w:szCs w:val="24"/>
        </w:rPr>
        <w:t>________________________________</w:t>
      </w:r>
    </w:p>
    <w:p w14:paraId="5AC72EE7" w14:textId="1158B565" w:rsidR="00BD61C3" w:rsidRDefault="009B7BE5" w:rsidP="00C80065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  <w:r w:rsidRPr="003F0771">
        <w:rPr>
          <w:rFonts w:asciiTheme="majorHAnsi" w:hAnsiTheme="majorHAnsi" w:cs="Times New Roman"/>
          <w:i/>
          <w:sz w:val="24"/>
          <w:szCs w:val="24"/>
        </w:rPr>
        <w:t>(pieczęć i podpis Wykonawcy)</w:t>
      </w:r>
    </w:p>
    <w:p w14:paraId="13339DB0" w14:textId="3E35330B" w:rsidR="001852FF" w:rsidRDefault="001852FF" w:rsidP="00C80065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</w:p>
    <w:p w14:paraId="19F3F920" w14:textId="3FA90915" w:rsidR="001852FF" w:rsidRDefault="001852FF" w:rsidP="00C80065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</w:p>
    <w:p w14:paraId="52CE36E8" w14:textId="4C1D38AC" w:rsidR="001852FF" w:rsidRDefault="001852FF" w:rsidP="00C80065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</w:p>
    <w:p w14:paraId="1B003C67" w14:textId="7619B543" w:rsidR="001852FF" w:rsidRDefault="00EF44AD" w:rsidP="00A02783">
      <w:pPr>
        <w:pStyle w:val="Zwykytekst1"/>
        <w:spacing w:before="120" w:after="120"/>
        <w:jc w:val="both"/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i/>
          <w:sz w:val="24"/>
          <w:szCs w:val="24"/>
        </w:rPr>
        <w:t>*</w:t>
      </w:r>
      <w:r w:rsidRPr="00D63E74">
        <w:rPr>
          <w:rFonts w:asciiTheme="majorHAnsi" w:hAnsiTheme="majorHAnsi" w:cs="Times New Roman"/>
          <w:i/>
          <w:sz w:val="24"/>
          <w:szCs w:val="24"/>
        </w:rPr>
        <w:t>wpisać której części/zadania dotyczy</w:t>
      </w:r>
    </w:p>
    <w:p w14:paraId="45533456" w14:textId="2D778779" w:rsidR="001852FF" w:rsidRDefault="001852FF" w:rsidP="001852FF">
      <w:pPr>
        <w:pStyle w:val="Zwykytekst1"/>
        <w:spacing w:before="120" w:after="120"/>
        <w:jc w:val="both"/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*</w:t>
      </w:r>
      <w:r w:rsidR="00EF44AD">
        <w:rPr>
          <w:rFonts w:asciiTheme="majorHAnsi" w:hAnsiTheme="majorHAnsi" w:cs="Times New Roman"/>
          <w:sz w:val="24"/>
          <w:szCs w:val="24"/>
        </w:rPr>
        <w:t>*</w:t>
      </w:r>
      <w:r w:rsidRPr="001852FF">
        <w:rPr>
          <w:rFonts w:asciiTheme="majorHAnsi" w:hAnsiTheme="majorHAnsi" w:cs="Times New Roman"/>
          <w:i/>
          <w:sz w:val="24"/>
          <w:szCs w:val="24"/>
        </w:rPr>
        <w:t>niepotrzebne skreślić</w:t>
      </w:r>
    </w:p>
    <w:p w14:paraId="01AA7070" w14:textId="2E3C7078" w:rsidR="00710634" w:rsidRPr="001852FF" w:rsidRDefault="00710634" w:rsidP="00A02783">
      <w:pPr>
        <w:pStyle w:val="Zwykytekst1"/>
        <w:spacing w:before="120" w:after="120"/>
        <w:ind w:left="284" w:hanging="284"/>
        <w:jc w:val="both"/>
        <w:rPr>
          <w:rFonts w:asciiTheme="majorHAnsi" w:hAnsiTheme="majorHAnsi"/>
        </w:rPr>
      </w:pPr>
      <w:r w:rsidRPr="00445114">
        <w:rPr>
          <w:rFonts w:asciiTheme="majorHAnsi" w:hAnsiTheme="majorHAnsi"/>
        </w:rPr>
        <w:t>**</w:t>
      </w:r>
      <w:r>
        <w:rPr>
          <w:rFonts w:asciiTheme="majorHAnsi" w:hAnsiTheme="majorHAnsi"/>
        </w:rPr>
        <w:t xml:space="preserve"> </w:t>
      </w:r>
      <w:r w:rsidRPr="00710634">
        <w:rPr>
          <w:rFonts w:asciiTheme="majorHAnsi" w:hAnsiTheme="majorHAnsi"/>
        </w:rPr>
        <w:t>Definicja MŚP zawarta jest w załączniku I do Rozporządzenia Komisji (UE) nr 651/2014 z dnia 17 czerwca 2014 r. Wyodrębnia się następujące kategorie przedsiębiorstw: 1. Średnie przedsiębiorstwo: a) zatrudnia mniej niż 250 pracowników oraz b) jego roczny obrót nie przekracza 50 mln euro lub roczna suma bilansowa nie przekracza 43 mln euro; 2. Małe przedsiębiorstwo: a) zatrudnia mniej niż 50 pracowników oraz b) jego roczny obrót nie przekracza 10 mln euro lub roczna suma bilansowa nie przekracza 10 mln euro; 3. Mikroprzedsiębiorstwo: a) zatrudnia mniej niż 10 pracowników oraz b) jego roczny obrót nie przekracza 2 mln euro lub roczna suma bilansowa nie przekracza 2 mln euro.</w:t>
      </w:r>
    </w:p>
    <w:sectPr w:rsidR="00710634" w:rsidRPr="001852FF" w:rsidSect="003E52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635BA" w16cex:dateUtc="2021-05-24T12:24:00Z"/>
  <w16cex:commentExtensible w16cex:durableId="24563682" w16cex:dateUtc="2021-05-24T12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5C65D7" w16cid:durableId="245635BA"/>
  <w16cid:commentId w16cid:paraId="7833510D" w16cid:durableId="245636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29C94" w14:textId="77777777" w:rsidR="008D4AFB" w:rsidRDefault="008D4AFB">
      <w:r>
        <w:separator/>
      </w:r>
    </w:p>
  </w:endnote>
  <w:endnote w:type="continuationSeparator" w:id="0">
    <w:p w14:paraId="4D9EDE29" w14:textId="77777777" w:rsidR="008D4AFB" w:rsidRDefault="008D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8FC87" w14:textId="77777777" w:rsidR="00E8363F" w:rsidRDefault="00E836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0D7F0" w14:textId="77777777" w:rsidR="00E8363F" w:rsidRDefault="00E836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9086F" w14:textId="77777777" w:rsidR="00E8363F" w:rsidRDefault="00E83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356EF" w14:textId="77777777" w:rsidR="008D4AFB" w:rsidRDefault="008D4AFB">
      <w:r>
        <w:separator/>
      </w:r>
    </w:p>
  </w:footnote>
  <w:footnote w:type="continuationSeparator" w:id="0">
    <w:p w14:paraId="4519FA06" w14:textId="77777777" w:rsidR="008D4AFB" w:rsidRDefault="008D4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508CE" w14:textId="77777777" w:rsidR="00E8363F" w:rsidRDefault="00E836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C9E0F" w14:textId="77777777" w:rsidR="00E8363F" w:rsidRDefault="00431FA0" w:rsidP="00E8363F">
    <w:pPr>
      <w:jc w:val="center"/>
      <w:rPr>
        <w:rFonts w:asciiTheme="majorHAnsi" w:hAnsiTheme="majorHAnsi" w:cs="Arial"/>
        <w:i/>
        <w:iCs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 w:rsidR="00E8363F" w:rsidRPr="00B14957">
      <w:rPr>
        <w:rFonts w:asciiTheme="majorHAnsi" w:hAnsiTheme="majorHAnsi" w:cs="Arial"/>
        <w:i/>
        <w:iCs/>
        <w:sz w:val="20"/>
        <w:szCs w:val="20"/>
      </w:rPr>
      <w:t>Dostawa i montaż sprzętu komputerowego, sieciowego, serwera, przełącznika sieciowego oraz oprogramowania na potrzeby Państwowej Wyższej Szkoły Zawodowej im. Witelona w Legnicy</w:t>
    </w:r>
  </w:p>
  <w:p w14:paraId="652894B7" w14:textId="77777777" w:rsidR="00E8363F" w:rsidRPr="00B14957" w:rsidRDefault="00E8363F" w:rsidP="00E8363F">
    <w:pPr>
      <w:jc w:val="center"/>
      <w:rPr>
        <w:rFonts w:asciiTheme="majorHAnsi" w:hAnsiTheme="majorHAnsi" w:cs="Arial"/>
        <w:i/>
        <w:iCs/>
        <w:sz w:val="20"/>
        <w:szCs w:val="20"/>
      </w:rPr>
    </w:pPr>
    <w:r>
      <w:rPr>
        <w:rFonts w:asciiTheme="majorHAnsi" w:hAnsiTheme="majorHAnsi" w:cs="Arial"/>
        <w:i/>
        <w:iCs/>
        <w:sz w:val="20"/>
        <w:szCs w:val="20"/>
      </w:rPr>
      <w:t>Postępowanie DA.262-07/2021</w:t>
    </w:r>
  </w:p>
  <w:p w14:paraId="60DE26A4" w14:textId="77777777" w:rsidR="00E8363F" w:rsidRPr="00B14957" w:rsidRDefault="00E8363F" w:rsidP="00E8363F">
    <w:pPr>
      <w:pStyle w:val="Nagwek"/>
    </w:pPr>
    <w:r>
      <w:t>___________________________________________________________________________</w:t>
    </w:r>
  </w:p>
  <w:p w14:paraId="33BEC20F" w14:textId="30465FE0" w:rsidR="00E33C8D" w:rsidRDefault="00431FA0" w:rsidP="00E33C8D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C1EDE" w14:textId="77777777" w:rsidR="00E8363F" w:rsidRDefault="00E836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97E26234"/>
    <w:lvl w:ilvl="0">
      <w:start w:val="1"/>
      <w:numFmt w:val="decimal"/>
      <w:lvlText w:val="%1."/>
      <w:lvlJc w:val="left"/>
      <w:pPr>
        <w:tabs>
          <w:tab w:val="num" w:pos="1189"/>
        </w:tabs>
        <w:ind w:left="-155" w:hanging="357"/>
      </w:pPr>
      <w:rPr>
        <w:rFonts w:asciiTheme="majorHAnsi" w:hAnsiTheme="majorHAnsi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2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)"/>
      <w:lvlJc w:val="left"/>
      <w:pPr>
        <w:tabs>
          <w:tab w:val="num" w:pos="2158"/>
        </w:tabs>
        <w:ind w:left="2158" w:hanging="690"/>
      </w:pPr>
    </w:lvl>
    <w:lvl w:ilvl="3">
      <w:start w:val="1"/>
      <w:numFmt w:val="lowerLetter"/>
      <w:lvlText w:val="%4."/>
      <w:lvlJc w:val="left"/>
      <w:pPr>
        <w:tabs>
          <w:tab w:val="num" w:pos="2548"/>
        </w:tabs>
        <w:ind w:left="2548" w:hanging="540"/>
      </w:pPr>
    </w:lvl>
    <w:lvl w:ilvl="4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>
      <w:start w:val="1"/>
      <w:numFmt w:val="lowerRoman"/>
      <w:lvlText w:val="%6."/>
      <w:lvlJc w:val="left"/>
      <w:pPr>
        <w:tabs>
          <w:tab w:val="num" w:pos="3808"/>
        </w:tabs>
        <w:ind w:left="3808" w:hanging="180"/>
      </w:pPr>
    </w:lvl>
    <w:lvl w:ilvl="6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>
      <w:start w:val="1"/>
      <w:numFmt w:val="lowerRoman"/>
      <w:lvlText w:val="%9."/>
      <w:lvlJc w:val="left"/>
      <w:pPr>
        <w:tabs>
          <w:tab w:val="num" w:pos="5968"/>
        </w:tabs>
        <w:ind w:left="5968" w:hanging="180"/>
      </w:pPr>
    </w:lvl>
  </w:abstractNum>
  <w:abstractNum w:abstractNumId="1" w15:restartNumberingAfterBreak="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2" w15:restartNumberingAfterBreak="0">
    <w:nsid w:val="17C45E1E"/>
    <w:multiLevelType w:val="hybridMultilevel"/>
    <w:tmpl w:val="AEE6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4565C"/>
    <w:multiLevelType w:val="hybridMultilevel"/>
    <w:tmpl w:val="4B962E7E"/>
    <w:lvl w:ilvl="0" w:tplc="CFE63114">
      <w:start w:val="5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0224DF6"/>
    <w:multiLevelType w:val="hybridMultilevel"/>
    <w:tmpl w:val="2B2A42B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6443A"/>
    <w:multiLevelType w:val="hybridMultilevel"/>
    <w:tmpl w:val="2D1A89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6992DAB"/>
    <w:multiLevelType w:val="hybridMultilevel"/>
    <w:tmpl w:val="E21E434C"/>
    <w:lvl w:ilvl="0" w:tplc="B450E37E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74D145E"/>
    <w:multiLevelType w:val="hybridMultilevel"/>
    <w:tmpl w:val="62C69C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2A7D50"/>
    <w:multiLevelType w:val="hybridMultilevel"/>
    <w:tmpl w:val="C23857E2"/>
    <w:lvl w:ilvl="0" w:tplc="955201AE">
      <w:start w:val="1"/>
      <w:numFmt w:val="lowerLetter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ED21E85"/>
    <w:multiLevelType w:val="hybridMultilevel"/>
    <w:tmpl w:val="0FB4AA8C"/>
    <w:lvl w:ilvl="0" w:tplc="4BFA37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6A6915CB"/>
    <w:multiLevelType w:val="hybridMultilevel"/>
    <w:tmpl w:val="C7D4CB34"/>
    <w:name w:val="WW8Num1622"/>
    <w:lvl w:ilvl="0" w:tplc="ACB63C1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0"/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13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CA"/>
    <w:rsid w:val="00000A71"/>
    <w:rsid w:val="00014497"/>
    <w:rsid w:val="0002458C"/>
    <w:rsid w:val="00030E1F"/>
    <w:rsid w:val="00044F6C"/>
    <w:rsid w:val="00055E70"/>
    <w:rsid w:val="00070986"/>
    <w:rsid w:val="00096D14"/>
    <w:rsid w:val="00097428"/>
    <w:rsid w:val="000A11CC"/>
    <w:rsid w:val="000A6EEC"/>
    <w:rsid w:val="000B1095"/>
    <w:rsid w:val="000B377A"/>
    <w:rsid w:val="000B4339"/>
    <w:rsid w:val="000E1FAE"/>
    <w:rsid w:val="000E729B"/>
    <w:rsid w:val="000F7881"/>
    <w:rsid w:val="0011623F"/>
    <w:rsid w:val="00125B2B"/>
    <w:rsid w:val="00133198"/>
    <w:rsid w:val="001852FF"/>
    <w:rsid w:val="0019008C"/>
    <w:rsid w:val="00195374"/>
    <w:rsid w:val="001C2271"/>
    <w:rsid w:val="001F1559"/>
    <w:rsid w:val="00204CB6"/>
    <w:rsid w:val="00221F04"/>
    <w:rsid w:val="002321E6"/>
    <w:rsid w:val="0023546E"/>
    <w:rsid w:val="0024159F"/>
    <w:rsid w:val="00252EB2"/>
    <w:rsid w:val="002879D0"/>
    <w:rsid w:val="002A25EE"/>
    <w:rsid w:val="002C3736"/>
    <w:rsid w:val="00306983"/>
    <w:rsid w:val="00351C83"/>
    <w:rsid w:val="003724AF"/>
    <w:rsid w:val="00386D4D"/>
    <w:rsid w:val="003A6C53"/>
    <w:rsid w:val="003B5548"/>
    <w:rsid w:val="003D5CC2"/>
    <w:rsid w:val="003E1FAE"/>
    <w:rsid w:val="003E52B0"/>
    <w:rsid w:val="003F0771"/>
    <w:rsid w:val="00420EDD"/>
    <w:rsid w:val="004259B9"/>
    <w:rsid w:val="00427A5A"/>
    <w:rsid w:val="00431FA0"/>
    <w:rsid w:val="00445114"/>
    <w:rsid w:val="004674F2"/>
    <w:rsid w:val="00483219"/>
    <w:rsid w:val="0048433E"/>
    <w:rsid w:val="00492C89"/>
    <w:rsid w:val="004B0684"/>
    <w:rsid w:val="004B185E"/>
    <w:rsid w:val="004D5AF6"/>
    <w:rsid w:val="004F5F76"/>
    <w:rsid w:val="00515905"/>
    <w:rsid w:val="00521D2E"/>
    <w:rsid w:val="00547619"/>
    <w:rsid w:val="005617F6"/>
    <w:rsid w:val="005659E4"/>
    <w:rsid w:val="00576D4B"/>
    <w:rsid w:val="005826C1"/>
    <w:rsid w:val="00584EC8"/>
    <w:rsid w:val="00586271"/>
    <w:rsid w:val="005A2809"/>
    <w:rsid w:val="005A79B1"/>
    <w:rsid w:val="005C0F02"/>
    <w:rsid w:val="005E036D"/>
    <w:rsid w:val="005E2991"/>
    <w:rsid w:val="005F51CD"/>
    <w:rsid w:val="00600BCA"/>
    <w:rsid w:val="00611783"/>
    <w:rsid w:val="006247B5"/>
    <w:rsid w:val="00634EF7"/>
    <w:rsid w:val="00642CB8"/>
    <w:rsid w:val="0069334F"/>
    <w:rsid w:val="006A7D5D"/>
    <w:rsid w:val="006B1D60"/>
    <w:rsid w:val="006B4536"/>
    <w:rsid w:val="006B64F4"/>
    <w:rsid w:val="006D332F"/>
    <w:rsid w:val="006F106E"/>
    <w:rsid w:val="00702D62"/>
    <w:rsid w:val="00710634"/>
    <w:rsid w:val="007146EF"/>
    <w:rsid w:val="007304ED"/>
    <w:rsid w:val="00731E57"/>
    <w:rsid w:val="007542B2"/>
    <w:rsid w:val="00754C51"/>
    <w:rsid w:val="00755C0A"/>
    <w:rsid w:val="007937D4"/>
    <w:rsid w:val="007A3A43"/>
    <w:rsid w:val="007A6750"/>
    <w:rsid w:val="007A70DC"/>
    <w:rsid w:val="007F3035"/>
    <w:rsid w:val="0080616E"/>
    <w:rsid w:val="00816A89"/>
    <w:rsid w:val="00817AFA"/>
    <w:rsid w:val="00831C5C"/>
    <w:rsid w:val="00834B97"/>
    <w:rsid w:val="00837387"/>
    <w:rsid w:val="00852E99"/>
    <w:rsid w:val="00853F6B"/>
    <w:rsid w:val="00864433"/>
    <w:rsid w:val="008713D4"/>
    <w:rsid w:val="00875EBF"/>
    <w:rsid w:val="00887F0D"/>
    <w:rsid w:val="00894098"/>
    <w:rsid w:val="008B2ACA"/>
    <w:rsid w:val="008B6D0F"/>
    <w:rsid w:val="008C0AD1"/>
    <w:rsid w:val="008C5B9C"/>
    <w:rsid w:val="008C62D7"/>
    <w:rsid w:val="008D2F8D"/>
    <w:rsid w:val="008D4AFB"/>
    <w:rsid w:val="008E21D2"/>
    <w:rsid w:val="0098451A"/>
    <w:rsid w:val="00996C8C"/>
    <w:rsid w:val="009A1D24"/>
    <w:rsid w:val="009A2003"/>
    <w:rsid w:val="009B37A2"/>
    <w:rsid w:val="009B7BE5"/>
    <w:rsid w:val="009C652D"/>
    <w:rsid w:val="009D1DC7"/>
    <w:rsid w:val="009D3428"/>
    <w:rsid w:val="009D6297"/>
    <w:rsid w:val="009D6571"/>
    <w:rsid w:val="009E0592"/>
    <w:rsid w:val="00A02783"/>
    <w:rsid w:val="00A07BA2"/>
    <w:rsid w:val="00A11590"/>
    <w:rsid w:val="00A35DBC"/>
    <w:rsid w:val="00A63D3B"/>
    <w:rsid w:val="00A65C36"/>
    <w:rsid w:val="00AA2514"/>
    <w:rsid w:val="00AA37B0"/>
    <w:rsid w:val="00AA4A3D"/>
    <w:rsid w:val="00AE228F"/>
    <w:rsid w:val="00B15479"/>
    <w:rsid w:val="00B21055"/>
    <w:rsid w:val="00B36FE6"/>
    <w:rsid w:val="00B60591"/>
    <w:rsid w:val="00B77C39"/>
    <w:rsid w:val="00BD458C"/>
    <w:rsid w:val="00BD55C8"/>
    <w:rsid w:val="00BD61C3"/>
    <w:rsid w:val="00BD68B2"/>
    <w:rsid w:val="00BE3E50"/>
    <w:rsid w:val="00BE5FFC"/>
    <w:rsid w:val="00BF666D"/>
    <w:rsid w:val="00C26EA8"/>
    <w:rsid w:val="00C80065"/>
    <w:rsid w:val="00C91AC5"/>
    <w:rsid w:val="00CC797F"/>
    <w:rsid w:val="00CE2498"/>
    <w:rsid w:val="00CE75A6"/>
    <w:rsid w:val="00D10C32"/>
    <w:rsid w:val="00D12F25"/>
    <w:rsid w:val="00D13008"/>
    <w:rsid w:val="00D33359"/>
    <w:rsid w:val="00D339CF"/>
    <w:rsid w:val="00D4268B"/>
    <w:rsid w:val="00D63E74"/>
    <w:rsid w:val="00D72BF6"/>
    <w:rsid w:val="00D945B4"/>
    <w:rsid w:val="00DA2907"/>
    <w:rsid w:val="00DA50E0"/>
    <w:rsid w:val="00DB4C7E"/>
    <w:rsid w:val="00DC2A05"/>
    <w:rsid w:val="00DE7553"/>
    <w:rsid w:val="00DF1236"/>
    <w:rsid w:val="00DF1487"/>
    <w:rsid w:val="00E03B10"/>
    <w:rsid w:val="00E10238"/>
    <w:rsid w:val="00E16818"/>
    <w:rsid w:val="00E33C8D"/>
    <w:rsid w:val="00E37234"/>
    <w:rsid w:val="00E46CB4"/>
    <w:rsid w:val="00E66D6F"/>
    <w:rsid w:val="00E70CFC"/>
    <w:rsid w:val="00E8363F"/>
    <w:rsid w:val="00E94E9A"/>
    <w:rsid w:val="00E96782"/>
    <w:rsid w:val="00EA1C69"/>
    <w:rsid w:val="00EA21C4"/>
    <w:rsid w:val="00EC4491"/>
    <w:rsid w:val="00ED7612"/>
    <w:rsid w:val="00EE1E68"/>
    <w:rsid w:val="00EE44FC"/>
    <w:rsid w:val="00EF44AD"/>
    <w:rsid w:val="00F177A4"/>
    <w:rsid w:val="00F407F2"/>
    <w:rsid w:val="00F513CB"/>
    <w:rsid w:val="00F8661F"/>
    <w:rsid w:val="00F9418A"/>
    <w:rsid w:val="00FA5ACF"/>
    <w:rsid w:val="00FC119E"/>
    <w:rsid w:val="00FD1553"/>
    <w:rsid w:val="00FE5CBC"/>
    <w:rsid w:val="00FE6AE0"/>
    <w:rsid w:val="00FF3D9B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1BD344A"/>
  <w15:docId w15:val="{551F8EBA-AB3C-4D30-A7B1-72127B34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7B5"/>
    <w:pPr>
      <w:jc w:val="both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20ED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21C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34B97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B36FE6"/>
    <w:rPr>
      <w:b/>
      <w:bCs/>
    </w:rPr>
  </w:style>
  <w:style w:type="character" w:customStyle="1" w:styleId="NagwekZnak">
    <w:name w:val="Nagłówek Znak"/>
    <w:basedOn w:val="Domylnaczcionkaakapitu"/>
    <w:link w:val="Nagwek"/>
    <w:rsid w:val="00755C0A"/>
    <w:rPr>
      <w:rFonts w:ascii="Calibri" w:hAnsi="Calibri"/>
      <w:sz w:val="24"/>
      <w:szCs w:val="24"/>
    </w:rPr>
  </w:style>
  <w:style w:type="character" w:styleId="Hipercze">
    <w:name w:val="Hyperlink"/>
    <w:basedOn w:val="Domylnaczcionkaakapitu"/>
    <w:unhideWhenUsed/>
    <w:rsid w:val="00BD61C3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BD61C3"/>
    <w:pPr>
      <w:spacing w:after="200" w:line="276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9B7BE5"/>
    <w:rPr>
      <w:rFonts w:ascii="Arial" w:hAnsi="Arial" w:cs="Arial"/>
      <w:i/>
      <w:iCs/>
      <w:sz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9B7BE5"/>
    <w:rPr>
      <w:rFonts w:ascii="Arial" w:hAnsi="Arial" w:cs="Arial"/>
      <w:i/>
      <w:iCs/>
      <w:sz w:val="22"/>
      <w:szCs w:val="24"/>
      <w:u w:val="single"/>
    </w:rPr>
  </w:style>
  <w:style w:type="paragraph" w:styleId="Tytu">
    <w:name w:val="Title"/>
    <w:basedOn w:val="Normalny"/>
    <w:link w:val="TytuZnak"/>
    <w:qFormat/>
    <w:rsid w:val="009B7BE5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</w:rPr>
  </w:style>
  <w:style w:type="character" w:customStyle="1" w:styleId="TytuZnak">
    <w:name w:val="Tytuł Znak"/>
    <w:basedOn w:val="Domylnaczcionkaakapitu"/>
    <w:link w:val="Tytu"/>
    <w:rsid w:val="009B7BE5"/>
    <w:rPr>
      <w:sz w:val="24"/>
      <w:szCs w:val="24"/>
    </w:rPr>
  </w:style>
  <w:style w:type="paragraph" w:customStyle="1" w:styleId="Zwykytekst1">
    <w:name w:val="Zwykły tekst1"/>
    <w:basedOn w:val="Normalny"/>
    <w:uiPriority w:val="99"/>
    <w:rsid w:val="009B7BE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055E70"/>
    <w:rPr>
      <w:spacing w:val="2"/>
      <w:sz w:val="25"/>
      <w:szCs w:val="25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055E70"/>
    <w:pPr>
      <w:widowControl w:val="0"/>
      <w:shd w:val="clear" w:color="auto" w:fill="FFFFFF"/>
      <w:spacing w:before="1020" w:line="317" w:lineRule="exact"/>
    </w:pPr>
    <w:rPr>
      <w:rFonts w:ascii="Times New Roman" w:hAnsi="Times New Roman"/>
      <w:spacing w:val="2"/>
      <w:sz w:val="25"/>
      <w:szCs w:val="25"/>
    </w:rPr>
  </w:style>
  <w:style w:type="paragraph" w:styleId="NormalnyWeb">
    <w:name w:val="Normal (Web)"/>
    <w:basedOn w:val="Normalny"/>
    <w:uiPriority w:val="99"/>
    <w:rsid w:val="007A6750"/>
    <w:pPr>
      <w:suppressAutoHyphens/>
      <w:spacing w:before="280" w:after="280"/>
      <w:jc w:val="left"/>
    </w:pPr>
    <w:rPr>
      <w:rFonts w:cs="Calibri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AE228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E22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E228F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E2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E228F"/>
    <w:rPr>
      <w:rFonts w:ascii="Calibri" w:hAnsi="Calibri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A07BA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zkowm\Ustawienia%20lokalne\Temporary%20Internet%20Files\OLK153B\Szablon%20kolorowy%20-%20n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629C4-62F4-4DAF-A68A-1856DCAD0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kolorowy - nowy.dot</Template>
  <TotalTime>18</TotalTime>
  <Pages>4</Pages>
  <Words>1336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</vt:lpstr>
    </vt:vector>
  </TitlesOfParts>
  <Company>PWSZ Legnica</Company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</dc:title>
  <dc:creator>blazkowm</dc:creator>
  <cp:lastModifiedBy>Wetulani Krystyna</cp:lastModifiedBy>
  <cp:revision>8</cp:revision>
  <cp:lastPrinted>2016-01-20T13:09:00Z</cp:lastPrinted>
  <dcterms:created xsi:type="dcterms:W3CDTF">2021-05-25T10:50:00Z</dcterms:created>
  <dcterms:modified xsi:type="dcterms:W3CDTF">2021-06-23T11:11:00Z</dcterms:modified>
</cp:coreProperties>
</file>